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3E" w:rsidRPr="00090869" w:rsidRDefault="00EA483E" w:rsidP="0009086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5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483E" w:rsidRPr="00A868DA" w:rsidRDefault="00EA483E" w:rsidP="00A868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СОВЕТ</w:t>
      </w:r>
    </w:p>
    <w:p w:rsidR="00EA483E" w:rsidRPr="00161E78" w:rsidRDefault="00EA483E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A483E" w:rsidRPr="00090869" w:rsidRDefault="00EA483E" w:rsidP="000908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A483E" w:rsidRPr="00161E78" w:rsidRDefault="00EA483E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EA483E" w:rsidRPr="00DB1239" w:rsidRDefault="00EA483E" w:rsidP="00DB123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A483E" w:rsidRDefault="00EA483E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A483E" w:rsidRPr="00161E78" w:rsidRDefault="00EA483E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2015 года                                                                                   № 67</w:t>
      </w:r>
    </w:p>
    <w:p w:rsidR="00EA483E" w:rsidRPr="00161E78" w:rsidRDefault="00EA483E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EA483E" w:rsidRDefault="00EA483E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A483E" w:rsidRPr="009D58BB">
        <w:trPr>
          <w:trHeight w:val="1097"/>
        </w:trPr>
        <w:tc>
          <w:tcPr>
            <w:tcW w:w="9016" w:type="dxa"/>
          </w:tcPr>
          <w:p w:rsidR="00EA483E" w:rsidRPr="009D58BB" w:rsidRDefault="00EA483E" w:rsidP="00A868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</w:tc>
      </w:tr>
    </w:tbl>
    <w:p w:rsidR="00EA483E" w:rsidRDefault="00EA483E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EA483E" w:rsidRPr="00525406" w:rsidRDefault="00EA483E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EA483E" w:rsidRPr="00525406" w:rsidRDefault="00EA483E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EA483E" w:rsidRPr="00DD5EF6" w:rsidRDefault="00EA483E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EA483E" w:rsidRPr="00DD5EF6" w:rsidRDefault="00EA483E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18 593 152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EA483E" w:rsidRDefault="00EA483E" w:rsidP="00C31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20 228 317,17</w:t>
      </w:r>
      <w:r w:rsidRPr="009C0FAC">
        <w:rPr>
          <w:rFonts w:ascii="Times New Roman" w:hAnsi="Times New Roman" w:cs="Times New Roman"/>
          <w:sz w:val="28"/>
          <w:szCs w:val="28"/>
        </w:rPr>
        <w:t xml:space="preserve"> рублей;»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  <w:tab w:val="left" w:pos="108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C31DE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2</w:t>
      </w:r>
      <w:r>
        <w:t>.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Pr="00DC3677">
        <w:rPr>
          <w:rFonts w:ascii="Times New Roman" w:hAnsi="Times New Roman" w:cs="Times New Roman"/>
          <w:sz w:val="28"/>
          <w:szCs w:val="28"/>
        </w:rPr>
        <w:t xml:space="preserve">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6416E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6416E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416E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DC367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367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 1 243 900,00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205 000,00 рублей,</w:t>
      </w:r>
    </w:p>
    <w:p w:rsidR="00EA483E" w:rsidRPr="00312F27" w:rsidRDefault="00EA483E" w:rsidP="00312F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312F27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2F27">
        <w:rPr>
          <w:rFonts w:ascii="Times New Roman" w:hAnsi="Times New Roman" w:cs="Times New Roman"/>
          <w:sz w:val="28"/>
          <w:szCs w:val="28"/>
        </w:rPr>
        <w:t xml:space="preserve"> доходов 1 05 03000 01 0000 110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12F27">
        <w:rPr>
          <w:rFonts w:ascii="Times New Roman" w:hAnsi="Times New Roman" w:cs="Times New Roman"/>
          <w:sz w:val="28"/>
          <w:szCs w:val="28"/>
        </w:rPr>
        <w:t xml:space="preserve"> «Единый сельскохозяйственный налог*» в сумме  </w:t>
      </w:r>
      <w:r>
        <w:rPr>
          <w:rFonts w:ascii="Times New Roman" w:hAnsi="Times New Roman" w:cs="Times New Roman"/>
          <w:sz w:val="28"/>
          <w:szCs w:val="28"/>
        </w:rPr>
        <w:t>1 020 300</w:t>
      </w:r>
      <w:r w:rsidRPr="00312F27">
        <w:rPr>
          <w:rFonts w:ascii="Times New Roman" w:hAnsi="Times New Roman" w:cs="Times New Roman"/>
          <w:sz w:val="28"/>
          <w:szCs w:val="28"/>
        </w:rPr>
        <w:t>,00 рублей,</w:t>
      </w:r>
    </w:p>
    <w:p w:rsidR="00EA483E" w:rsidRPr="00DA529D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3676">
        <w:rPr>
          <w:rFonts w:ascii="Times New Roman" w:hAnsi="Times New Roman" w:cs="Times New Roman"/>
          <w:sz w:val="28"/>
          <w:szCs w:val="28"/>
        </w:rPr>
        <w:t>1 11 05035 10 0000 120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Pr="0082011E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18 600,00 рублей.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16E">
        <w:rPr>
          <w:rFonts w:ascii="Times New Roman" w:hAnsi="Times New Roman" w:cs="Times New Roman"/>
          <w:sz w:val="28"/>
          <w:szCs w:val="28"/>
        </w:rPr>
        <w:t>2.2.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1 278 900,00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 коду доходов </w:t>
      </w:r>
      <w:r w:rsidRPr="00F06F66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</w:t>
      </w:r>
      <w:r w:rsidRPr="00F06F66">
        <w:rPr>
          <w:rFonts w:ascii="Times New Roman" w:hAnsi="Times New Roman" w:cs="Times New Roman"/>
          <w:sz w:val="28"/>
          <w:szCs w:val="28"/>
        </w:rPr>
        <w:t>кцизы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в сумме 815 000,00 рублей, в том числе: 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1 03 02230 01 0000 110</w:t>
      </w:r>
      <w:r>
        <w:rPr>
          <w:rFonts w:ascii="Times New Roman" w:hAnsi="Times New Roman" w:cs="Times New Roman"/>
          <w:sz w:val="28"/>
          <w:szCs w:val="28"/>
        </w:rPr>
        <w:t xml:space="preserve">  -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06F66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255 000,00 рублей,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6F66">
        <w:rPr>
          <w:rFonts w:ascii="Times New Roman" w:hAnsi="Times New Roman" w:cs="Times New Roman"/>
          <w:sz w:val="28"/>
          <w:szCs w:val="28"/>
        </w:rPr>
        <w:t>0 01 0000 110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D777F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560 000,00 рублей;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01030 10 0000 110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B31776">
        <w:rPr>
          <w:rFonts w:ascii="Times New Roman" w:hAnsi="Times New Roman" w:cs="Times New Roman"/>
          <w:sz w:val="28"/>
          <w:szCs w:val="28"/>
        </w:rPr>
        <w:t>«Налог</w:t>
      </w:r>
      <w:r w:rsidRPr="009A3D1C">
        <w:rPr>
          <w:rFonts w:ascii="Times New Roman" w:hAnsi="Times New Roman" w:cs="Times New Roman"/>
          <w:sz w:val="28"/>
          <w:szCs w:val="28"/>
        </w:rPr>
        <w:t xml:space="preserve"> на имущество физических лиц, взимаемый по ставкам, применяемым  к объектам налогообложения, расположенным в границах</w:t>
      </w:r>
      <w:r>
        <w:rPr>
          <w:rFonts w:ascii="Times New Roman" w:hAnsi="Times New Roman" w:cs="Times New Roman"/>
          <w:sz w:val="28"/>
          <w:szCs w:val="28"/>
        </w:rPr>
        <w:t xml:space="preserve"> сельских </w:t>
      </w:r>
      <w:r w:rsidRPr="009A3D1C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>» в сумме 396 000,00 рублей,</w:t>
      </w:r>
    </w:p>
    <w:p w:rsidR="00EA483E" w:rsidRDefault="00EA483E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29D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– «Земельный налог» в сумме 12 000,00 рублей</w:t>
      </w:r>
    </w:p>
    <w:p w:rsidR="00EA483E" w:rsidRDefault="00EA483E" w:rsidP="0064219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420BC9">
        <w:rPr>
          <w:rFonts w:ascii="Times New Roman" w:hAnsi="Times New Roman" w:cs="Times New Roman"/>
          <w:sz w:val="28"/>
          <w:szCs w:val="28"/>
        </w:rPr>
        <w:t xml:space="preserve">по коду доходов   1 16 33050 10 0000 140 –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поселений» в сумме </w:t>
      </w:r>
      <w:r>
        <w:rPr>
          <w:rFonts w:ascii="Times New Roman" w:hAnsi="Times New Roman" w:cs="Times New Roman"/>
          <w:sz w:val="28"/>
          <w:szCs w:val="28"/>
        </w:rPr>
        <w:t>3 0</w:t>
      </w:r>
      <w:r w:rsidRPr="00420BC9">
        <w:rPr>
          <w:rFonts w:ascii="Times New Roman" w:hAnsi="Times New Roman" w:cs="Times New Roman"/>
          <w:sz w:val="28"/>
          <w:szCs w:val="28"/>
        </w:rPr>
        <w:t>00,00 рублей,</w:t>
      </w:r>
    </w:p>
    <w:p w:rsidR="00EA483E" w:rsidRPr="00420BC9" w:rsidRDefault="00EA483E" w:rsidP="00642196">
      <w:pPr>
        <w:rPr>
          <w:rFonts w:ascii="Times New Roman" w:hAnsi="Times New Roman" w:cs="Times New Roman"/>
          <w:sz w:val="28"/>
          <w:szCs w:val="28"/>
        </w:rPr>
      </w:pPr>
      <w:r w:rsidRPr="00420BC9">
        <w:rPr>
          <w:rFonts w:ascii="Times New Roman" w:hAnsi="Times New Roman" w:cs="Times New Roman"/>
          <w:sz w:val="28"/>
          <w:szCs w:val="28"/>
        </w:rPr>
        <w:t xml:space="preserve">       5)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51040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0000 140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420BC9">
        <w:rPr>
          <w:rFonts w:ascii="Times New Roman" w:hAnsi="Times New Roman" w:cs="Times New Roman"/>
          <w:sz w:val="28"/>
          <w:szCs w:val="28"/>
        </w:rPr>
        <w:t xml:space="preserve"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420BC9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» в сумме 17 900,00 рублей,</w:t>
      </w:r>
    </w:p>
    <w:p w:rsidR="00EA483E" w:rsidRDefault="00EA483E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35 000,00 рублей.</w:t>
      </w:r>
    </w:p>
    <w:p w:rsidR="00EA483E" w:rsidRPr="00044004" w:rsidRDefault="00EA483E" w:rsidP="004C46C4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44004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Дополнительные доходы в сумме 35 000,00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83E" w:rsidRPr="00044004" w:rsidRDefault="00EA483E" w:rsidP="00044004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044004">
        <w:rPr>
          <w:rFonts w:ascii="Times New Roman" w:hAnsi="Times New Roman" w:cs="Times New Roman"/>
          <w:sz w:val="28"/>
          <w:szCs w:val="28"/>
        </w:rPr>
        <w:t xml:space="preserve">    - по коду раздела, подраздела 04 12 «Другие вопросы в области национальной экономики», целевой статье 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1023 </w:t>
      </w:r>
      <w:r w:rsidRPr="00D27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3C3">
        <w:rPr>
          <w:rFonts w:ascii="Times New Roman" w:hAnsi="Times New Roman" w:cs="Times New Roman"/>
          <w:sz w:val="28"/>
          <w:szCs w:val="28"/>
        </w:rPr>
        <w:t xml:space="preserve">Мероприятия в области строительства, </w:t>
      </w:r>
      <w:r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  <w:r w:rsidRPr="00044004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440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44004">
        <w:rPr>
          <w:rFonts w:ascii="Times New Roman" w:hAnsi="Times New Roman" w:cs="Times New Roman"/>
          <w:sz w:val="28"/>
          <w:szCs w:val="28"/>
        </w:rPr>
        <w:t>00,00 рублей  на внесения изменений в генеральный план поселения,</w:t>
      </w:r>
    </w:p>
    <w:p w:rsidR="00EA483E" w:rsidRPr="00E745C5" w:rsidRDefault="00EA483E" w:rsidP="00E745C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5C5"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 w:rsidRPr="00E745C5">
        <w:rPr>
          <w:rFonts w:ascii="Times New Roman" w:hAnsi="Times New Roman" w:cs="Times New Roman"/>
          <w:sz w:val="28"/>
          <w:szCs w:val="28"/>
        </w:rPr>
        <w:t xml:space="preserve">59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0059</w:t>
      </w:r>
      <w:r w:rsidRPr="00E745C5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044004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сумме     4 700,00 рублей.</w:t>
      </w:r>
    </w:p>
    <w:p w:rsidR="00EA483E" w:rsidRPr="0093387D" w:rsidRDefault="00EA483E" w:rsidP="00044004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2,4-6,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EA483E" w:rsidRPr="00DD5EF6" w:rsidRDefault="00EA483E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EA483E" w:rsidRPr="00DD5EF6" w:rsidRDefault="00EA483E" w:rsidP="0009086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EA483E" w:rsidRDefault="00EA483E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Председатель Совета</w:t>
      </w:r>
    </w:p>
    <w:p w:rsidR="00EA483E" w:rsidRPr="00DD5EF6" w:rsidRDefault="00EA483E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Школьненского сельского поселения</w:t>
      </w:r>
    </w:p>
    <w:p w:rsidR="00EA483E" w:rsidRDefault="00EA483E" w:rsidP="00A868DA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Белореченского района                   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A483E" w:rsidRPr="00A868DA" w:rsidRDefault="00EA483E" w:rsidP="00E449F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E67ABF">
        <w:rPr>
          <w:rFonts w:ascii="Times New Roman" w:hAnsi="Times New Roman" w:cs="Times New Roman"/>
          <w:sz w:val="28"/>
          <w:szCs w:val="28"/>
        </w:rPr>
        <w:t xml:space="preserve">                           В.Н. </w:t>
      </w:r>
      <w:r>
        <w:rPr>
          <w:rFonts w:ascii="Times New Roman" w:hAnsi="Times New Roman" w:cs="Times New Roman"/>
          <w:sz w:val="28"/>
          <w:szCs w:val="28"/>
        </w:rPr>
        <w:t>Лантратов                                                 Н.В. Лавриненко</w:t>
      </w:r>
    </w:p>
    <w:p w:rsidR="00EA483E" w:rsidRPr="00203FD5" w:rsidRDefault="00EA483E" w:rsidP="00E449F9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A483E" w:rsidRPr="00203FD5" w:rsidRDefault="00EA483E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A483E" w:rsidRPr="00203FD5" w:rsidRDefault="00EA483E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EA483E" w:rsidRPr="00203FD5" w:rsidRDefault="00EA483E" w:rsidP="00E449F9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_____________2015 №_____</w:t>
      </w:r>
    </w:p>
    <w:p w:rsidR="00EA483E" w:rsidRPr="00203FD5" w:rsidRDefault="00EA483E" w:rsidP="00E449F9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483E" w:rsidRDefault="00EA483E" w:rsidP="00E449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>О внесении  изменений в решение Совета Школьненского сельского поселения Белореченского района от  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декабря  20</w:t>
      </w: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год”</w:t>
      </w:r>
    </w:p>
    <w:p w:rsidR="00EA483E" w:rsidRPr="00203FD5" w:rsidRDefault="00EA483E" w:rsidP="00E449F9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EA483E" w:rsidRPr="00203FD5" w:rsidRDefault="00EA483E" w:rsidP="00E449F9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внесен: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Школьненского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В.Н. Лантратов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Составитель проекта: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Школьненского                                                           Е.В. Леник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 сельского поселения                                                В.Г. Попков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Председатель планово-бюджетной комиссии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Совета Школьненского</w:t>
      </w:r>
    </w:p>
    <w:p w:rsidR="00EA483E" w:rsidRDefault="00EA483E" w:rsidP="00E67ABF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 Г.В. Войченко</w:t>
      </w:r>
    </w:p>
    <w:p w:rsidR="00EA483E" w:rsidRDefault="00EA483E" w:rsidP="00845EA5">
      <w:pPr>
        <w:tabs>
          <w:tab w:val="left" w:pos="900"/>
        </w:tabs>
        <w:rPr>
          <w:sz w:val="28"/>
          <w:szCs w:val="28"/>
        </w:rPr>
      </w:pPr>
    </w:p>
    <w:p w:rsidR="00EA483E" w:rsidRPr="00DD5EF6" w:rsidRDefault="00EA483E" w:rsidP="00532012">
      <w:pPr>
        <w:tabs>
          <w:tab w:val="left" w:pos="0"/>
          <w:tab w:val="left" w:pos="900"/>
        </w:tabs>
      </w:pPr>
    </w:p>
    <w:sectPr w:rsidR="00EA483E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83E" w:rsidRDefault="00EA483E" w:rsidP="00B57B3B">
      <w:r>
        <w:separator/>
      </w:r>
    </w:p>
  </w:endnote>
  <w:endnote w:type="continuationSeparator" w:id="0">
    <w:p w:rsidR="00EA483E" w:rsidRDefault="00EA483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83E" w:rsidRDefault="00EA483E" w:rsidP="00B57B3B">
      <w:r>
        <w:separator/>
      </w:r>
    </w:p>
  </w:footnote>
  <w:footnote w:type="continuationSeparator" w:id="0">
    <w:p w:rsidR="00EA483E" w:rsidRDefault="00EA483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3E" w:rsidRPr="003139BC" w:rsidRDefault="00EA483E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A483E" w:rsidRDefault="00EA48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D17"/>
    <w:rsid w:val="00017DF0"/>
    <w:rsid w:val="000206AB"/>
    <w:rsid w:val="0002516C"/>
    <w:rsid w:val="00044004"/>
    <w:rsid w:val="00054A0C"/>
    <w:rsid w:val="000555BA"/>
    <w:rsid w:val="000775A2"/>
    <w:rsid w:val="00083738"/>
    <w:rsid w:val="00084484"/>
    <w:rsid w:val="00087032"/>
    <w:rsid w:val="00090869"/>
    <w:rsid w:val="0009154D"/>
    <w:rsid w:val="000925BE"/>
    <w:rsid w:val="000A21CA"/>
    <w:rsid w:val="000A2BE8"/>
    <w:rsid w:val="000A4F4F"/>
    <w:rsid w:val="000A63A2"/>
    <w:rsid w:val="000B0282"/>
    <w:rsid w:val="000B3397"/>
    <w:rsid w:val="000D1831"/>
    <w:rsid w:val="000D36C2"/>
    <w:rsid w:val="000D5EFA"/>
    <w:rsid w:val="000D65D9"/>
    <w:rsid w:val="000F3576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383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B5FEF"/>
    <w:rsid w:val="001C150D"/>
    <w:rsid w:val="001D3FAB"/>
    <w:rsid w:val="001E1C9B"/>
    <w:rsid w:val="00203FD5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60AE0"/>
    <w:rsid w:val="002634DC"/>
    <w:rsid w:val="00270D36"/>
    <w:rsid w:val="00271227"/>
    <w:rsid w:val="00271558"/>
    <w:rsid w:val="002849D9"/>
    <w:rsid w:val="00284D12"/>
    <w:rsid w:val="00293E75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166C"/>
    <w:rsid w:val="00312F27"/>
    <w:rsid w:val="003139BC"/>
    <w:rsid w:val="003153D4"/>
    <w:rsid w:val="00315D3B"/>
    <w:rsid w:val="00316749"/>
    <w:rsid w:val="00327591"/>
    <w:rsid w:val="00327DA8"/>
    <w:rsid w:val="003372C6"/>
    <w:rsid w:val="00343676"/>
    <w:rsid w:val="003465DB"/>
    <w:rsid w:val="003542ED"/>
    <w:rsid w:val="00354EBD"/>
    <w:rsid w:val="0036355E"/>
    <w:rsid w:val="003637DC"/>
    <w:rsid w:val="00367577"/>
    <w:rsid w:val="00367F21"/>
    <w:rsid w:val="00371E03"/>
    <w:rsid w:val="00382920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19E6"/>
    <w:rsid w:val="003C645A"/>
    <w:rsid w:val="003C648E"/>
    <w:rsid w:val="003D2152"/>
    <w:rsid w:val="003E4804"/>
    <w:rsid w:val="003F181F"/>
    <w:rsid w:val="00410F52"/>
    <w:rsid w:val="0041238D"/>
    <w:rsid w:val="0041759B"/>
    <w:rsid w:val="00420242"/>
    <w:rsid w:val="00420BC9"/>
    <w:rsid w:val="00425BAA"/>
    <w:rsid w:val="00427ACA"/>
    <w:rsid w:val="00434016"/>
    <w:rsid w:val="00443D57"/>
    <w:rsid w:val="00444314"/>
    <w:rsid w:val="00445A46"/>
    <w:rsid w:val="0045431B"/>
    <w:rsid w:val="004567E3"/>
    <w:rsid w:val="00457C32"/>
    <w:rsid w:val="004618F0"/>
    <w:rsid w:val="0046258A"/>
    <w:rsid w:val="004652CD"/>
    <w:rsid w:val="0046753D"/>
    <w:rsid w:val="004678AD"/>
    <w:rsid w:val="00477820"/>
    <w:rsid w:val="004835CA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B49FC"/>
    <w:rsid w:val="004C46C4"/>
    <w:rsid w:val="004D2096"/>
    <w:rsid w:val="004D2981"/>
    <w:rsid w:val="004D3AB9"/>
    <w:rsid w:val="004D5228"/>
    <w:rsid w:val="004D694C"/>
    <w:rsid w:val="004E7737"/>
    <w:rsid w:val="004F324E"/>
    <w:rsid w:val="004F39C5"/>
    <w:rsid w:val="004F777E"/>
    <w:rsid w:val="0050053D"/>
    <w:rsid w:val="00504081"/>
    <w:rsid w:val="00505CF9"/>
    <w:rsid w:val="00507A5E"/>
    <w:rsid w:val="00513217"/>
    <w:rsid w:val="0052009A"/>
    <w:rsid w:val="00521F62"/>
    <w:rsid w:val="005233BE"/>
    <w:rsid w:val="00525406"/>
    <w:rsid w:val="00530999"/>
    <w:rsid w:val="00532012"/>
    <w:rsid w:val="00535EDA"/>
    <w:rsid w:val="00541885"/>
    <w:rsid w:val="00553EBA"/>
    <w:rsid w:val="005573B4"/>
    <w:rsid w:val="0056026D"/>
    <w:rsid w:val="005738FE"/>
    <w:rsid w:val="00574C69"/>
    <w:rsid w:val="0057516E"/>
    <w:rsid w:val="00580429"/>
    <w:rsid w:val="005918F4"/>
    <w:rsid w:val="0059421D"/>
    <w:rsid w:val="0059734A"/>
    <w:rsid w:val="00597708"/>
    <w:rsid w:val="005A573F"/>
    <w:rsid w:val="005A57CC"/>
    <w:rsid w:val="005A6B36"/>
    <w:rsid w:val="005B02F1"/>
    <w:rsid w:val="005B1F7F"/>
    <w:rsid w:val="005B231E"/>
    <w:rsid w:val="005C34BC"/>
    <w:rsid w:val="005C5523"/>
    <w:rsid w:val="005D6E64"/>
    <w:rsid w:val="005E2006"/>
    <w:rsid w:val="005E3BA4"/>
    <w:rsid w:val="005E475E"/>
    <w:rsid w:val="005E7F55"/>
    <w:rsid w:val="005F0BC6"/>
    <w:rsid w:val="005F1688"/>
    <w:rsid w:val="005F3F0F"/>
    <w:rsid w:val="00601627"/>
    <w:rsid w:val="00602FFA"/>
    <w:rsid w:val="006078D7"/>
    <w:rsid w:val="00613DA6"/>
    <w:rsid w:val="006142AF"/>
    <w:rsid w:val="00614C6B"/>
    <w:rsid w:val="006172B2"/>
    <w:rsid w:val="00630DD8"/>
    <w:rsid w:val="00636E88"/>
    <w:rsid w:val="00640540"/>
    <w:rsid w:val="00642196"/>
    <w:rsid w:val="00644C17"/>
    <w:rsid w:val="006471D0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B475C"/>
    <w:rsid w:val="006C1614"/>
    <w:rsid w:val="006D6DDE"/>
    <w:rsid w:val="006D7277"/>
    <w:rsid w:val="006E5DDE"/>
    <w:rsid w:val="006F3BD0"/>
    <w:rsid w:val="006F4EB8"/>
    <w:rsid w:val="006F5564"/>
    <w:rsid w:val="007005AD"/>
    <w:rsid w:val="007010A4"/>
    <w:rsid w:val="00701498"/>
    <w:rsid w:val="00701E65"/>
    <w:rsid w:val="007045D2"/>
    <w:rsid w:val="007048B9"/>
    <w:rsid w:val="007074FA"/>
    <w:rsid w:val="00723EB8"/>
    <w:rsid w:val="00733139"/>
    <w:rsid w:val="007413D2"/>
    <w:rsid w:val="007421D5"/>
    <w:rsid w:val="0074502A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C0D37"/>
    <w:rsid w:val="007D289E"/>
    <w:rsid w:val="007D4A9A"/>
    <w:rsid w:val="007D7F0B"/>
    <w:rsid w:val="007E6352"/>
    <w:rsid w:val="007F0F46"/>
    <w:rsid w:val="007F4955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11E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5869"/>
    <w:rsid w:val="00856474"/>
    <w:rsid w:val="00873896"/>
    <w:rsid w:val="00875421"/>
    <w:rsid w:val="00881148"/>
    <w:rsid w:val="00882A64"/>
    <w:rsid w:val="008864DC"/>
    <w:rsid w:val="00891B51"/>
    <w:rsid w:val="008961A2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36CFE"/>
    <w:rsid w:val="00941035"/>
    <w:rsid w:val="00942409"/>
    <w:rsid w:val="00947449"/>
    <w:rsid w:val="00952021"/>
    <w:rsid w:val="009531FE"/>
    <w:rsid w:val="00957CB9"/>
    <w:rsid w:val="00972EDB"/>
    <w:rsid w:val="0097602B"/>
    <w:rsid w:val="0098718A"/>
    <w:rsid w:val="00987858"/>
    <w:rsid w:val="009959A2"/>
    <w:rsid w:val="009A223F"/>
    <w:rsid w:val="009A27D5"/>
    <w:rsid w:val="009A3D1C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9F5093"/>
    <w:rsid w:val="00A044CF"/>
    <w:rsid w:val="00A11321"/>
    <w:rsid w:val="00A14C04"/>
    <w:rsid w:val="00A224F0"/>
    <w:rsid w:val="00A33813"/>
    <w:rsid w:val="00A408B0"/>
    <w:rsid w:val="00A44119"/>
    <w:rsid w:val="00A518AB"/>
    <w:rsid w:val="00A60D9F"/>
    <w:rsid w:val="00A60FBD"/>
    <w:rsid w:val="00A65FE7"/>
    <w:rsid w:val="00A674A9"/>
    <w:rsid w:val="00A72975"/>
    <w:rsid w:val="00A72F25"/>
    <w:rsid w:val="00A73681"/>
    <w:rsid w:val="00A868DA"/>
    <w:rsid w:val="00A927CD"/>
    <w:rsid w:val="00A969F6"/>
    <w:rsid w:val="00AA54CC"/>
    <w:rsid w:val="00AB175C"/>
    <w:rsid w:val="00AB4F14"/>
    <w:rsid w:val="00AC6231"/>
    <w:rsid w:val="00AD1D8E"/>
    <w:rsid w:val="00AD5AD8"/>
    <w:rsid w:val="00AD6D7B"/>
    <w:rsid w:val="00AE0B80"/>
    <w:rsid w:val="00AE5C61"/>
    <w:rsid w:val="00AE7999"/>
    <w:rsid w:val="00AF07F8"/>
    <w:rsid w:val="00AF5037"/>
    <w:rsid w:val="00B036FA"/>
    <w:rsid w:val="00B03D3F"/>
    <w:rsid w:val="00B06201"/>
    <w:rsid w:val="00B13DE0"/>
    <w:rsid w:val="00B24F6F"/>
    <w:rsid w:val="00B314C6"/>
    <w:rsid w:val="00B3177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11A1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2E2B"/>
    <w:rsid w:val="00BB3922"/>
    <w:rsid w:val="00BB4D94"/>
    <w:rsid w:val="00BB7C74"/>
    <w:rsid w:val="00BC1663"/>
    <w:rsid w:val="00BC1BC1"/>
    <w:rsid w:val="00BC609A"/>
    <w:rsid w:val="00BC7426"/>
    <w:rsid w:val="00BD0B4E"/>
    <w:rsid w:val="00BD7A3F"/>
    <w:rsid w:val="00BE04DC"/>
    <w:rsid w:val="00BE4009"/>
    <w:rsid w:val="00BE528A"/>
    <w:rsid w:val="00BF35DC"/>
    <w:rsid w:val="00C0013F"/>
    <w:rsid w:val="00C02739"/>
    <w:rsid w:val="00C0299F"/>
    <w:rsid w:val="00C1275F"/>
    <w:rsid w:val="00C17518"/>
    <w:rsid w:val="00C2670F"/>
    <w:rsid w:val="00C31DEB"/>
    <w:rsid w:val="00C32E45"/>
    <w:rsid w:val="00C34742"/>
    <w:rsid w:val="00C351E8"/>
    <w:rsid w:val="00C35EE9"/>
    <w:rsid w:val="00C402FB"/>
    <w:rsid w:val="00C4123E"/>
    <w:rsid w:val="00C45247"/>
    <w:rsid w:val="00C54A7C"/>
    <w:rsid w:val="00C57BBA"/>
    <w:rsid w:val="00C622E2"/>
    <w:rsid w:val="00C70171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1FAF"/>
    <w:rsid w:val="00CE688A"/>
    <w:rsid w:val="00CF35A0"/>
    <w:rsid w:val="00CF5602"/>
    <w:rsid w:val="00CF5DF3"/>
    <w:rsid w:val="00D04F89"/>
    <w:rsid w:val="00D273C3"/>
    <w:rsid w:val="00D35DB7"/>
    <w:rsid w:val="00D36B4C"/>
    <w:rsid w:val="00D36FFB"/>
    <w:rsid w:val="00D453D7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6B"/>
    <w:rsid w:val="00D933A2"/>
    <w:rsid w:val="00D96D93"/>
    <w:rsid w:val="00D971DC"/>
    <w:rsid w:val="00DA0532"/>
    <w:rsid w:val="00DA529D"/>
    <w:rsid w:val="00DA6C47"/>
    <w:rsid w:val="00DB1239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E4364"/>
    <w:rsid w:val="00DF61AC"/>
    <w:rsid w:val="00E00097"/>
    <w:rsid w:val="00E033F2"/>
    <w:rsid w:val="00E04B88"/>
    <w:rsid w:val="00E218DB"/>
    <w:rsid w:val="00E32359"/>
    <w:rsid w:val="00E33DD7"/>
    <w:rsid w:val="00E3589D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67ABF"/>
    <w:rsid w:val="00E745C5"/>
    <w:rsid w:val="00E80452"/>
    <w:rsid w:val="00E8049E"/>
    <w:rsid w:val="00E83099"/>
    <w:rsid w:val="00E920CF"/>
    <w:rsid w:val="00E94647"/>
    <w:rsid w:val="00EA483E"/>
    <w:rsid w:val="00EA598F"/>
    <w:rsid w:val="00EB3D68"/>
    <w:rsid w:val="00EC0C26"/>
    <w:rsid w:val="00EC0FF3"/>
    <w:rsid w:val="00EC161C"/>
    <w:rsid w:val="00EC4EAD"/>
    <w:rsid w:val="00EC53D7"/>
    <w:rsid w:val="00ED4917"/>
    <w:rsid w:val="00ED777F"/>
    <w:rsid w:val="00EF127F"/>
    <w:rsid w:val="00EF190B"/>
    <w:rsid w:val="00EF5F68"/>
    <w:rsid w:val="00EF6E35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68B9"/>
    <w:rsid w:val="00F47712"/>
    <w:rsid w:val="00F47A9E"/>
    <w:rsid w:val="00F60ECA"/>
    <w:rsid w:val="00F658E0"/>
    <w:rsid w:val="00F718C8"/>
    <w:rsid w:val="00F728A4"/>
    <w:rsid w:val="00F73150"/>
    <w:rsid w:val="00F759CE"/>
    <w:rsid w:val="00F82265"/>
    <w:rsid w:val="00F8327A"/>
    <w:rsid w:val="00F843BF"/>
    <w:rsid w:val="00F90BD5"/>
    <w:rsid w:val="00F91EB5"/>
    <w:rsid w:val="00F92F66"/>
    <w:rsid w:val="00FA4C15"/>
    <w:rsid w:val="00FB2285"/>
    <w:rsid w:val="00FB3DEA"/>
    <w:rsid w:val="00FB6818"/>
    <w:rsid w:val="00FB6A94"/>
    <w:rsid w:val="00FC41DD"/>
    <w:rsid w:val="00FC5DE3"/>
    <w:rsid w:val="00FC74BB"/>
    <w:rsid w:val="00FC7B45"/>
    <w:rsid w:val="00FC7BB3"/>
    <w:rsid w:val="00FD0AC5"/>
    <w:rsid w:val="00FD62E9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0">
    <w:name w:val="Знак1"/>
    <w:basedOn w:val="Normal"/>
    <w:uiPriority w:val="99"/>
    <w:rsid w:val="00420BC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9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1073</TotalTime>
  <Pages>3</Pages>
  <Words>1121</Words>
  <Characters>6396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55</cp:revision>
  <cp:lastPrinted>2015-12-18T07:08:00Z</cp:lastPrinted>
  <dcterms:created xsi:type="dcterms:W3CDTF">2015-01-21T15:24:00Z</dcterms:created>
  <dcterms:modified xsi:type="dcterms:W3CDTF">2015-12-22T10:27:00Z</dcterms:modified>
</cp:coreProperties>
</file>