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57" w:rsidRPr="0036355E" w:rsidRDefault="00EC0557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0557" w:rsidRPr="005B1084" w:rsidRDefault="00EC0557" w:rsidP="005B108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C0557" w:rsidRDefault="00EC055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EC0557" w:rsidRPr="00161E78" w:rsidRDefault="00EC055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C0557" w:rsidRDefault="00EC0557" w:rsidP="005B1084">
      <w:pPr>
        <w:tabs>
          <w:tab w:val="left" w:pos="90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EC0557" w:rsidRDefault="00EC0557" w:rsidP="005B1084">
      <w:pPr>
        <w:tabs>
          <w:tab w:val="left" w:pos="90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ноября 2015 года                                                                                           № 59                  </w:t>
      </w:r>
    </w:p>
    <w:p w:rsidR="00EC0557" w:rsidRPr="00161E78" w:rsidRDefault="00EC0557" w:rsidP="005B1084">
      <w:pPr>
        <w:tabs>
          <w:tab w:val="left" w:pos="90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EC0557" w:rsidRDefault="00EC0557" w:rsidP="00A2202B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C0557" w:rsidRDefault="00EC0557" w:rsidP="006E5DDE">
      <w:pPr>
        <w:jc w:val="center"/>
        <w:rPr>
          <w:rFonts w:ascii="Times New Roman" w:hAnsi="Times New Roman" w:cs="Times New Roman"/>
        </w:rPr>
      </w:pPr>
    </w:p>
    <w:p w:rsidR="00EC0557" w:rsidRDefault="00EC0557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C0557" w:rsidRPr="009D58BB">
        <w:trPr>
          <w:trHeight w:val="1097"/>
        </w:trPr>
        <w:tc>
          <w:tcPr>
            <w:tcW w:w="9016" w:type="dxa"/>
          </w:tcPr>
          <w:p w:rsidR="00EC0557" w:rsidRDefault="00EC05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EC0557" w:rsidRPr="009D58BB" w:rsidRDefault="00EC0557" w:rsidP="00A2202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0557" w:rsidRDefault="00EC0557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C0557" w:rsidRPr="00525406" w:rsidRDefault="00EC0557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EC0557" w:rsidRPr="00525406" w:rsidRDefault="00EC0557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EC0557" w:rsidRPr="00DD5EF6" w:rsidRDefault="00EC0557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EC0557" w:rsidRPr="00DD5EF6" w:rsidRDefault="00EC0557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26 884 852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EC0557" w:rsidRDefault="00EC0557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28 520  017,17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EC0557" w:rsidRPr="00525406" w:rsidRDefault="00EC0557" w:rsidP="00525406">
      <w:pPr>
        <w:pStyle w:val="BodyTextIndent"/>
        <w:widowControl w:val="0"/>
        <w:tabs>
          <w:tab w:val="left" w:pos="-5245"/>
          <w:tab w:val="left" w:pos="-5103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 xml:space="preserve">3) верхний предел муниципального внутреннего долга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на 1 января  2016 года  в  сумме </w:t>
      </w:r>
      <w:r>
        <w:rPr>
          <w:rFonts w:ascii="Times New Roman" w:hAnsi="Times New Roman" w:cs="Times New Roman"/>
        </w:rPr>
        <w:t>0</w:t>
      </w:r>
      <w:r w:rsidRPr="00525406">
        <w:rPr>
          <w:rFonts w:ascii="Times New Roman" w:hAnsi="Times New Roman" w:cs="Times New Roman"/>
        </w:rPr>
        <w:t xml:space="preserve">,00 рублей, в том числе верхний предел долга по муниципальным гарантиям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0,00 рублей;»</w:t>
      </w:r>
    </w:p>
    <w:p w:rsidR="00EC0557" w:rsidRPr="00525406" w:rsidRDefault="00EC0557" w:rsidP="00525406">
      <w:pPr>
        <w:pStyle w:val="BodyTextIndent"/>
        <w:widowControl w:val="0"/>
        <w:tabs>
          <w:tab w:val="left" w:pos="1418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4) дефицит бюджета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</w:t>
      </w:r>
      <w:r>
        <w:rPr>
          <w:rFonts w:ascii="Times New Roman" w:hAnsi="Times New Roman" w:cs="Times New Roman"/>
        </w:rPr>
        <w:t>1 635 165,13</w:t>
      </w:r>
      <w:r w:rsidRPr="00DD5EF6"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>рублей.»</w:t>
      </w:r>
    </w:p>
    <w:p w:rsidR="00EC0557" w:rsidRPr="00525406" w:rsidRDefault="00EC0557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пункт 22 в следующей редакции:</w:t>
      </w:r>
    </w:p>
    <w:p w:rsidR="00EC0557" w:rsidRDefault="00EC0557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«22. Установить 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5406">
        <w:rPr>
          <w:rFonts w:ascii="Times New Roman" w:hAnsi="Times New Roman" w:cs="Times New Roman"/>
          <w:sz w:val="28"/>
          <w:szCs w:val="28"/>
        </w:rPr>
        <w:t>,00 рублей.»</w:t>
      </w:r>
    </w:p>
    <w:p w:rsidR="00EC0557" w:rsidRPr="00C2670F" w:rsidRDefault="00EC0557" w:rsidP="00C26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1.3. Отменить пункт 6 решения Совета</w:t>
      </w:r>
      <w:r w:rsidRPr="00C26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670F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№ 53 от 15 октября 2015 года</w:t>
      </w:r>
      <w:r w:rsidRPr="00C26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670F">
        <w:rPr>
          <w:rFonts w:ascii="Times New Roman" w:hAnsi="Times New Roman" w:cs="Times New Roman"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18 декабря  2014 года №25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670F">
        <w:rPr>
          <w:rFonts w:ascii="Times New Roman" w:hAnsi="Times New Roman" w:cs="Times New Roman"/>
          <w:sz w:val="28"/>
          <w:szCs w:val="28"/>
        </w:rPr>
        <w:t>О  бюджете Школьненского сельского поселения Белореченского  района  на 2015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C0557" w:rsidRDefault="00EC0557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Уменьшить ассигнования в сумме 1 208 800,00 рублей, предусмотренные:</w:t>
      </w:r>
    </w:p>
    <w:p w:rsidR="00EC0557" w:rsidRPr="00525406" w:rsidRDefault="00EC0557" w:rsidP="0069430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74FA">
        <w:rPr>
          <w:rFonts w:ascii="Times New Roman" w:hAnsi="Times New Roman" w:cs="Times New Roman"/>
          <w:sz w:val="28"/>
          <w:szCs w:val="28"/>
        </w:rPr>
        <w:t xml:space="preserve"> «</w:t>
      </w:r>
      <w:r w:rsidRPr="00553EBA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7074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074FA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74FA">
        <w:rPr>
          <w:rFonts w:ascii="Times New Roman" w:hAnsi="Times New Roman" w:cs="Times New Roman"/>
          <w:sz w:val="28"/>
          <w:szCs w:val="28"/>
        </w:rPr>
        <w:t xml:space="preserve"> </w:t>
      </w:r>
      <w:r w:rsidRPr="00553EBA">
        <w:rPr>
          <w:rFonts w:ascii="Times New Roman" w:hAnsi="Times New Roman" w:cs="Times New Roman"/>
          <w:sz w:val="28"/>
          <w:szCs w:val="28"/>
        </w:rPr>
        <w:t>50 1 0019</w:t>
      </w:r>
      <w:r w:rsidRPr="007074FA">
        <w:rPr>
          <w:rFonts w:ascii="Times New Roman" w:hAnsi="Times New Roman" w:cs="Times New Roman"/>
          <w:sz w:val="28"/>
          <w:szCs w:val="28"/>
        </w:rPr>
        <w:t xml:space="preserve"> «</w:t>
      </w:r>
      <w:r w:rsidRPr="00553EBA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7074FA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100 в сумме 39 000,00 рублей,</w:t>
      </w:r>
    </w:p>
    <w:p w:rsidR="00EC0557" w:rsidRDefault="00EC0557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65FE7">
        <w:rPr>
          <w:rFonts w:ascii="Times New Roman" w:hAnsi="Times New Roman" w:cs="Times New Roman"/>
          <w:sz w:val="28"/>
          <w:szCs w:val="28"/>
        </w:rPr>
        <w:t>50 2 0019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112 018,00 рублей, виду расходов 800 в сумме 13 982,00 рублей,</w:t>
      </w:r>
    </w:p>
    <w:p w:rsidR="00EC0557" w:rsidRDefault="00EC0557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21 500,00 рублей,</w:t>
      </w:r>
    </w:p>
    <w:p w:rsidR="00EC0557" w:rsidRDefault="00EC0557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07 07 «</w:t>
      </w:r>
      <w:r w:rsidRPr="006F5564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          </w:t>
      </w:r>
      <w:r w:rsidRPr="006F5564">
        <w:rPr>
          <w:rFonts w:ascii="Times New Roman" w:hAnsi="Times New Roman" w:cs="Times New Roman"/>
          <w:sz w:val="28"/>
          <w:szCs w:val="28"/>
        </w:rPr>
        <w:t xml:space="preserve">53 2 1035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20 000,00 рублей,</w:t>
      </w:r>
    </w:p>
    <w:p w:rsidR="00EC0557" w:rsidRDefault="00EC0557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913 800 рублей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0557" w:rsidRDefault="00EC0557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72 000,00 рублей,</w:t>
      </w:r>
    </w:p>
    <w:p w:rsidR="00EC0557" w:rsidRDefault="00EC0557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13 01 «</w:t>
      </w:r>
      <w:r w:rsidRPr="00EC53D7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57 2 1009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виду расходов 700 в сумме 16 500,00 рублей.</w:t>
      </w:r>
    </w:p>
    <w:p w:rsidR="00EC0557" w:rsidRDefault="00EC0557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25406">
        <w:rPr>
          <w:rFonts w:ascii="Times New Roman" w:hAnsi="Times New Roman" w:cs="Times New Roman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Times New Roman"/>
          <w:sz w:val="28"/>
          <w:szCs w:val="28"/>
        </w:rPr>
        <w:t>1 208 800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25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557" w:rsidRDefault="00EC0557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</w:t>
      </w:r>
      <w:r w:rsidRPr="000F5181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5181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913 800,00 рублей</w:t>
      </w:r>
    </w:p>
    <w:p w:rsidR="00EC0557" w:rsidRPr="008F277A" w:rsidRDefault="00EC0557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295 000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557" w:rsidRPr="00445A46" w:rsidRDefault="00EC0557" w:rsidP="00385842">
      <w:pPr>
        <w:widowControl w:val="0"/>
        <w:tabs>
          <w:tab w:val="left" w:pos="-5103"/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Закрыть средства резервного фонда в сумме 5 000,00 рублей. Высвободившиеся ассигнования направить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5 000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557" w:rsidRPr="0093387D" w:rsidRDefault="00EC0557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4-7,9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EC0557" w:rsidRPr="00DD5EF6" w:rsidRDefault="00EC0557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EC0557" w:rsidRDefault="00EC0557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EC0557" w:rsidRDefault="00EC055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557" w:rsidRDefault="00EC055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0557" w:rsidRDefault="00EC055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Исполняющий обязанности главы</w:t>
      </w:r>
    </w:p>
    <w:p w:rsidR="00EC0557" w:rsidRPr="00DD5EF6" w:rsidRDefault="00EC0557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EC0557" w:rsidRDefault="00EC0557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Белореченского района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0557" w:rsidRDefault="00EC0557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C0557" w:rsidRDefault="00EC0557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Н.В. Лавриненко                                                   В.Г. Попков</w:t>
      </w:r>
    </w:p>
    <w:p w:rsidR="00EC0557" w:rsidRDefault="00EC0557" w:rsidP="00E449F9">
      <w:pPr>
        <w:tabs>
          <w:tab w:val="left" w:pos="0"/>
          <w:tab w:val="left" w:pos="900"/>
        </w:tabs>
      </w:pPr>
    </w:p>
    <w:p w:rsidR="00EC0557" w:rsidRDefault="00EC0557" w:rsidP="00E449F9">
      <w:pPr>
        <w:tabs>
          <w:tab w:val="left" w:pos="0"/>
          <w:tab w:val="left" w:pos="900"/>
        </w:tabs>
      </w:pPr>
    </w:p>
    <w:p w:rsidR="00EC0557" w:rsidRDefault="00EC0557" w:rsidP="00E449F9">
      <w:pPr>
        <w:tabs>
          <w:tab w:val="left" w:pos="0"/>
          <w:tab w:val="left" w:pos="900"/>
        </w:tabs>
      </w:pPr>
    </w:p>
    <w:p w:rsidR="00EC0557" w:rsidRPr="00DD5EF6" w:rsidRDefault="00EC0557" w:rsidP="00532012">
      <w:pPr>
        <w:tabs>
          <w:tab w:val="left" w:pos="0"/>
          <w:tab w:val="left" w:pos="900"/>
        </w:tabs>
      </w:pPr>
    </w:p>
    <w:sectPr w:rsidR="00EC0557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557" w:rsidRDefault="00EC0557" w:rsidP="00B57B3B">
      <w:r>
        <w:separator/>
      </w:r>
    </w:p>
  </w:endnote>
  <w:endnote w:type="continuationSeparator" w:id="0">
    <w:p w:rsidR="00EC0557" w:rsidRDefault="00EC055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557" w:rsidRDefault="00EC0557" w:rsidP="00B57B3B">
      <w:r>
        <w:separator/>
      </w:r>
    </w:p>
  </w:footnote>
  <w:footnote w:type="continuationSeparator" w:id="0">
    <w:p w:rsidR="00EC0557" w:rsidRDefault="00EC055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557" w:rsidRPr="003139BC" w:rsidRDefault="00EC0557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C0557" w:rsidRDefault="00EC05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1C2E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112"/>
    <w:rsid w:val="000A63A2"/>
    <w:rsid w:val="000B0282"/>
    <w:rsid w:val="000B3397"/>
    <w:rsid w:val="000D1831"/>
    <w:rsid w:val="000D36C2"/>
    <w:rsid w:val="000D5EFA"/>
    <w:rsid w:val="000D65D9"/>
    <w:rsid w:val="000F5181"/>
    <w:rsid w:val="00111AC0"/>
    <w:rsid w:val="00112048"/>
    <w:rsid w:val="00113750"/>
    <w:rsid w:val="001177DA"/>
    <w:rsid w:val="0012202F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5FE8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1BE1"/>
    <w:rsid w:val="00253C20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A4B36"/>
    <w:rsid w:val="003B5708"/>
    <w:rsid w:val="003B6688"/>
    <w:rsid w:val="003B6C07"/>
    <w:rsid w:val="003B7053"/>
    <w:rsid w:val="003C645A"/>
    <w:rsid w:val="003D2152"/>
    <w:rsid w:val="003E4804"/>
    <w:rsid w:val="003F181F"/>
    <w:rsid w:val="00403413"/>
    <w:rsid w:val="00410F52"/>
    <w:rsid w:val="0041238D"/>
    <w:rsid w:val="0041759B"/>
    <w:rsid w:val="00420242"/>
    <w:rsid w:val="00427ACA"/>
    <w:rsid w:val="00434016"/>
    <w:rsid w:val="00444314"/>
    <w:rsid w:val="00445A46"/>
    <w:rsid w:val="0045431B"/>
    <w:rsid w:val="00457C32"/>
    <w:rsid w:val="004618F0"/>
    <w:rsid w:val="0046258A"/>
    <w:rsid w:val="004652CD"/>
    <w:rsid w:val="0046753D"/>
    <w:rsid w:val="004678AD"/>
    <w:rsid w:val="00477820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D2096"/>
    <w:rsid w:val="004D3AB9"/>
    <w:rsid w:val="004D5228"/>
    <w:rsid w:val="004D591A"/>
    <w:rsid w:val="004D694C"/>
    <w:rsid w:val="004E7737"/>
    <w:rsid w:val="004F324E"/>
    <w:rsid w:val="004F39C5"/>
    <w:rsid w:val="004F777E"/>
    <w:rsid w:val="0050053D"/>
    <w:rsid w:val="00502A9D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B1084"/>
    <w:rsid w:val="005B1F7F"/>
    <w:rsid w:val="005B231E"/>
    <w:rsid w:val="005C34BC"/>
    <w:rsid w:val="005D6E64"/>
    <w:rsid w:val="005E2006"/>
    <w:rsid w:val="005E3BA4"/>
    <w:rsid w:val="005E50DB"/>
    <w:rsid w:val="005E7F55"/>
    <w:rsid w:val="005F0BC6"/>
    <w:rsid w:val="005F3F0F"/>
    <w:rsid w:val="00601627"/>
    <w:rsid w:val="00602FFA"/>
    <w:rsid w:val="006078D7"/>
    <w:rsid w:val="00613DA6"/>
    <w:rsid w:val="006142AF"/>
    <w:rsid w:val="00614C6B"/>
    <w:rsid w:val="00616594"/>
    <w:rsid w:val="00630DD8"/>
    <w:rsid w:val="00640540"/>
    <w:rsid w:val="00644C17"/>
    <w:rsid w:val="006458D2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05EE"/>
    <w:rsid w:val="0068259A"/>
    <w:rsid w:val="00687224"/>
    <w:rsid w:val="00694304"/>
    <w:rsid w:val="006A182E"/>
    <w:rsid w:val="006A47E2"/>
    <w:rsid w:val="006B2EAF"/>
    <w:rsid w:val="006C1614"/>
    <w:rsid w:val="006D6DDE"/>
    <w:rsid w:val="006D7277"/>
    <w:rsid w:val="006E5DDE"/>
    <w:rsid w:val="006F5564"/>
    <w:rsid w:val="007005AD"/>
    <w:rsid w:val="007010A4"/>
    <w:rsid w:val="00701498"/>
    <w:rsid w:val="00701E65"/>
    <w:rsid w:val="0070362F"/>
    <w:rsid w:val="007045D2"/>
    <w:rsid w:val="007048B9"/>
    <w:rsid w:val="007074FA"/>
    <w:rsid w:val="00723EB8"/>
    <w:rsid w:val="007413D2"/>
    <w:rsid w:val="00746BF8"/>
    <w:rsid w:val="007511E8"/>
    <w:rsid w:val="00755BDB"/>
    <w:rsid w:val="00756554"/>
    <w:rsid w:val="00757A30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0CA"/>
    <w:rsid w:val="007F76D3"/>
    <w:rsid w:val="007F7715"/>
    <w:rsid w:val="00802EDC"/>
    <w:rsid w:val="00804CA7"/>
    <w:rsid w:val="0080564A"/>
    <w:rsid w:val="00806B5C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461D5"/>
    <w:rsid w:val="00854DFD"/>
    <w:rsid w:val="00855869"/>
    <w:rsid w:val="00856474"/>
    <w:rsid w:val="00857835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042F3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02B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4F14"/>
    <w:rsid w:val="00AD1D8E"/>
    <w:rsid w:val="00AD4207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0B51"/>
    <w:rsid w:val="00BE04DC"/>
    <w:rsid w:val="00BE4009"/>
    <w:rsid w:val="00BE528A"/>
    <w:rsid w:val="00BF35DC"/>
    <w:rsid w:val="00C0013F"/>
    <w:rsid w:val="00C02739"/>
    <w:rsid w:val="00C1275F"/>
    <w:rsid w:val="00C2670F"/>
    <w:rsid w:val="00C32E45"/>
    <w:rsid w:val="00C34742"/>
    <w:rsid w:val="00C351E8"/>
    <w:rsid w:val="00C35EE9"/>
    <w:rsid w:val="00C402FB"/>
    <w:rsid w:val="00C4123E"/>
    <w:rsid w:val="00C54A7C"/>
    <w:rsid w:val="00C57BBA"/>
    <w:rsid w:val="00C622E2"/>
    <w:rsid w:val="00C70AF5"/>
    <w:rsid w:val="00C7144F"/>
    <w:rsid w:val="00C74883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175B8"/>
    <w:rsid w:val="00D20ECC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6C47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F61AC"/>
    <w:rsid w:val="00E00097"/>
    <w:rsid w:val="00E033F2"/>
    <w:rsid w:val="00E04B88"/>
    <w:rsid w:val="00E218DB"/>
    <w:rsid w:val="00E32359"/>
    <w:rsid w:val="00E33DD7"/>
    <w:rsid w:val="00E3589D"/>
    <w:rsid w:val="00E40A50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557"/>
    <w:rsid w:val="00EC0FF3"/>
    <w:rsid w:val="00EC161C"/>
    <w:rsid w:val="00EC4EAD"/>
    <w:rsid w:val="00EC53D7"/>
    <w:rsid w:val="00ED4917"/>
    <w:rsid w:val="00EF127F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712"/>
    <w:rsid w:val="00F47A9E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B6818"/>
    <w:rsid w:val="00FC41DD"/>
    <w:rsid w:val="00FC5DE3"/>
    <w:rsid w:val="00FC74BB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829</TotalTime>
  <Pages>3</Pages>
  <Words>1292</Words>
  <Characters>7367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46</cp:revision>
  <cp:lastPrinted>2015-11-13T11:32:00Z</cp:lastPrinted>
  <dcterms:created xsi:type="dcterms:W3CDTF">2015-01-21T15:24:00Z</dcterms:created>
  <dcterms:modified xsi:type="dcterms:W3CDTF">2015-11-17T05:48:00Z</dcterms:modified>
</cp:coreProperties>
</file>