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1C" w:rsidRPr="0036355E" w:rsidRDefault="001F4F1C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0"/>
          <w:szCs w:val="20"/>
        </w:rPr>
        <w:t>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F1C" w:rsidRPr="0036355E" w:rsidRDefault="001F4F1C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4F1C" w:rsidRPr="00161E78" w:rsidRDefault="001F4F1C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1F4F1C" w:rsidRPr="00161E78" w:rsidRDefault="001F4F1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1F4F1C" w:rsidRPr="00161E78" w:rsidRDefault="001F4F1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1F4F1C" w:rsidRPr="00161E78" w:rsidRDefault="001F4F1C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4F1C" w:rsidRPr="00161E78" w:rsidRDefault="001F4F1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1F4F1C" w:rsidRPr="00161E78" w:rsidRDefault="001F4F1C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1F4F1C" w:rsidRPr="00161E78" w:rsidRDefault="001F4F1C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1F4F1C" w:rsidRPr="00161E78" w:rsidRDefault="001F4F1C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1F4F1C" w:rsidRDefault="001F4F1C" w:rsidP="009F3ED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1F4F1C" w:rsidRPr="009D58BB">
        <w:trPr>
          <w:trHeight w:val="1097"/>
        </w:trPr>
        <w:tc>
          <w:tcPr>
            <w:tcW w:w="9016" w:type="dxa"/>
          </w:tcPr>
          <w:p w:rsidR="001F4F1C" w:rsidRDefault="001F4F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1F4F1C" w:rsidRPr="009D58BB" w:rsidRDefault="001F4F1C" w:rsidP="009F3E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F4F1C" w:rsidRDefault="001F4F1C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1F4F1C" w:rsidRPr="00525406" w:rsidRDefault="001F4F1C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1F4F1C" w:rsidRPr="00525406" w:rsidRDefault="001F4F1C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подпункты 1, 2, 3, 4, пункта 1 в следующей редакции:</w:t>
      </w:r>
    </w:p>
    <w:p w:rsidR="001F4F1C" w:rsidRPr="00DD5EF6" w:rsidRDefault="001F4F1C" w:rsidP="00525406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1F4F1C" w:rsidRPr="00DD5EF6" w:rsidRDefault="001F4F1C" w:rsidP="0052540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26 884 852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1F4F1C" w:rsidRDefault="001F4F1C" w:rsidP="00525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FAC"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28 520  017,17</w:t>
      </w:r>
      <w:r w:rsidRPr="009C0FAC">
        <w:rPr>
          <w:rFonts w:ascii="Times New Roman" w:hAnsi="Times New Roman" w:cs="Times New Roman"/>
          <w:sz w:val="28"/>
          <w:szCs w:val="28"/>
        </w:rPr>
        <w:t xml:space="preserve"> рублей;»</w:t>
      </w:r>
    </w:p>
    <w:p w:rsidR="001F4F1C" w:rsidRPr="00525406" w:rsidRDefault="001F4F1C" w:rsidP="00525406">
      <w:pPr>
        <w:pStyle w:val="BodyTextIndent"/>
        <w:widowControl w:val="0"/>
        <w:tabs>
          <w:tab w:val="left" w:pos="-5245"/>
          <w:tab w:val="left" w:pos="-5103"/>
        </w:tabs>
        <w:ind w:left="7" w:firstLine="844"/>
        <w:rPr>
          <w:rFonts w:ascii="Times New Roman" w:hAnsi="Times New Roman" w:cs="Times New Roman"/>
        </w:rPr>
      </w:pPr>
      <w:r w:rsidRPr="005254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25406">
        <w:rPr>
          <w:rFonts w:ascii="Times New Roman" w:hAnsi="Times New Roman" w:cs="Times New Roman"/>
        </w:rPr>
        <w:t xml:space="preserve">3) верхний предел муниципального внутреннего долга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на 1 января  2016 года  в  сумме </w:t>
      </w:r>
      <w:r>
        <w:rPr>
          <w:rFonts w:ascii="Times New Roman" w:hAnsi="Times New Roman" w:cs="Times New Roman"/>
        </w:rPr>
        <w:t>0</w:t>
      </w:r>
      <w:r w:rsidRPr="00525406">
        <w:rPr>
          <w:rFonts w:ascii="Times New Roman" w:hAnsi="Times New Roman" w:cs="Times New Roman"/>
        </w:rPr>
        <w:t xml:space="preserve">,00 рублей, в том числе верхний предел долга по муниципальным гарантиям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в сумме 0,00 рублей;»</w:t>
      </w:r>
    </w:p>
    <w:p w:rsidR="001F4F1C" w:rsidRPr="00525406" w:rsidRDefault="001F4F1C" w:rsidP="00525406">
      <w:pPr>
        <w:pStyle w:val="BodyTextIndent"/>
        <w:widowControl w:val="0"/>
        <w:tabs>
          <w:tab w:val="left" w:pos="1418"/>
        </w:tabs>
        <w:ind w:left="7" w:firstLine="844"/>
        <w:rPr>
          <w:rFonts w:ascii="Times New Roman" w:hAnsi="Times New Roman" w:cs="Times New Roman"/>
        </w:rPr>
      </w:pPr>
      <w:r w:rsidRPr="00525406">
        <w:rPr>
          <w:rFonts w:ascii="Times New Roman" w:hAnsi="Times New Roman" w:cs="Times New Roman"/>
        </w:rPr>
        <w:t xml:space="preserve">4) дефицит бюджета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в сумме </w:t>
      </w:r>
      <w:r>
        <w:rPr>
          <w:rFonts w:ascii="Times New Roman" w:hAnsi="Times New Roman" w:cs="Times New Roman"/>
        </w:rPr>
        <w:t>1 635 165,13</w:t>
      </w:r>
      <w:r w:rsidRPr="00DD5EF6">
        <w:rPr>
          <w:rFonts w:ascii="Times New Roman" w:hAnsi="Times New Roman" w:cs="Times New Roman"/>
        </w:rPr>
        <w:t xml:space="preserve"> </w:t>
      </w:r>
      <w:r w:rsidRPr="00525406">
        <w:rPr>
          <w:rFonts w:ascii="Times New Roman" w:hAnsi="Times New Roman" w:cs="Times New Roman"/>
        </w:rPr>
        <w:t>рублей.»</w:t>
      </w:r>
    </w:p>
    <w:p w:rsidR="001F4F1C" w:rsidRPr="00525406" w:rsidRDefault="001F4F1C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пункт 22 в следующей редакции:</w:t>
      </w:r>
    </w:p>
    <w:p w:rsidR="001F4F1C" w:rsidRDefault="001F4F1C" w:rsidP="0052540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«22. Установить предельный объем муниципального долга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5406">
        <w:rPr>
          <w:rFonts w:ascii="Times New Roman" w:hAnsi="Times New Roman" w:cs="Times New Roman"/>
          <w:sz w:val="28"/>
          <w:szCs w:val="28"/>
        </w:rPr>
        <w:t>,00 рублей.»</w:t>
      </w:r>
    </w:p>
    <w:p w:rsidR="001F4F1C" w:rsidRPr="00C2670F" w:rsidRDefault="001F4F1C" w:rsidP="00C26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1.3. Отменить пункт 6 решения Совета</w:t>
      </w:r>
      <w:r w:rsidRPr="00C267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670F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№ 53 от 15 октября 2015 года</w:t>
      </w:r>
      <w:r w:rsidRPr="00C26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670F">
        <w:rPr>
          <w:rFonts w:ascii="Times New Roman" w:hAnsi="Times New Roman" w:cs="Times New Roman"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18 декабря  2014 года №25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670F">
        <w:rPr>
          <w:rFonts w:ascii="Times New Roman" w:hAnsi="Times New Roman" w:cs="Times New Roman"/>
          <w:sz w:val="28"/>
          <w:szCs w:val="28"/>
        </w:rPr>
        <w:t>О  бюджете Школьненского сельского поселения Белореченского  района  на 2015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F4F1C" w:rsidRDefault="001F4F1C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Уменьшить ассигнования в сумме 1 208 800,00 рублей, предусмотренные:</w:t>
      </w:r>
    </w:p>
    <w:p w:rsidR="001F4F1C" w:rsidRPr="00525406" w:rsidRDefault="001F4F1C" w:rsidP="0069430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74FA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74FA">
        <w:rPr>
          <w:rFonts w:ascii="Times New Roman" w:hAnsi="Times New Roman" w:cs="Times New Roman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7074F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74FA">
        <w:rPr>
          <w:rFonts w:ascii="Times New Roman" w:hAnsi="Times New Roman" w:cs="Times New Roman"/>
          <w:sz w:val="28"/>
          <w:szCs w:val="28"/>
        </w:rPr>
        <w:t xml:space="preserve"> «</w:t>
      </w:r>
      <w:r w:rsidRPr="00553EBA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7074F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74FA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074FA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074FA">
        <w:rPr>
          <w:rFonts w:ascii="Times New Roman" w:hAnsi="Times New Roman" w:cs="Times New Roman"/>
          <w:sz w:val="28"/>
          <w:szCs w:val="28"/>
        </w:rPr>
        <w:t xml:space="preserve"> </w:t>
      </w:r>
      <w:r w:rsidRPr="00553EBA">
        <w:rPr>
          <w:rFonts w:ascii="Times New Roman" w:hAnsi="Times New Roman" w:cs="Times New Roman"/>
          <w:sz w:val="28"/>
          <w:szCs w:val="28"/>
        </w:rPr>
        <w:t>50 1 0019</w:t>
      </w:r>
      <w:r w:rsidRPr="007074FA">
        <w:rPr>
          <w:rFonts w:ascii="Times New Roman" w:hAnsi="Times New Roman" w:cs="Times New Roman"/>
          <w:sz w:val="28"/>
          <w:szCs w:val="28"/>
        </w:rPr>
        <w:t xml:space="preserve"> «</w:t>
      </w:r>
      <w:r w:rsidRPr="00553EBA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7074FA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100 в сумме 39 000,00 рублей,</w:t>
      </w:r>
    </w:p>
    <w:p w:rsidR="001F4F1C" w:rsidRDefault="001F4F1C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65FE7">
        <w:rPr>
          <w:rFonts w:ascii="Times New Roman" w:hAnsi="Times New Roman" w:cs="Times New Roman"/>
          <w:sz w:val="28"/>
          <w:szCs w:val="28"/>
        </w:rPr>
        <w:t>50 2 0019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112 018,00 рублей, виду расходов 800 в сумме 13 982,00 рублей,</w:t>
      </w:r>
    </w:p>
    <w:p w:rsidR="001F4F1C" w:rsidRDefault="001F4F1C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6F5564">
        <w:rPr>
          <w:rFonts w:ascii="Times New Roman" w:hAnsi="Times New Roman" w:cs="Times New Roman"/>
          <w:sz w:val="28"/>
          <w:szCs w:val="28"/>
        </w:rPr>
        <w:t xml:space="preserve">50 2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F5564">
        <w:rPr>
          <w:rFonts w:ascii="Times New Roman" w:hAnsi="Times New Roman" w:cs="Times New Roman"/>
          <w:sz w:val="28"/>
          <w:szCs w:val="28"/>
        </w:rPr>
        <w:t xml:space="preserve">118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21 500,00 рублей,</w:t>
      </w:r>
    </w:p>
    <w:p w:rsidR="001F4F1C" w:rsidRDefault="001F4F1C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07 07 «</w:t>
      </w:r>
      <w:r w:rsidRPr="006F5564">
        <w:rPr>
          <w:rFonts w:ascii="Times New Roman" w:hAnsi="Times New Roman" w:cs="Times New Roman"/>
          <w:sz w:val="28"/>
          <w:szCs w:val="28"/>
        </w:rPr>
        <w:t>Образование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          </w:t>
      </w:r>
      <w:r w:rsidRPr="006F5564">
        <w:rPr>
          <w:rFonts w:ascii="Times New Roman" w:hAnsi="Times New Roman" w:cs="Times New Roman"/>
          <w:sz w:val="28"/>
          <w:szCs w:val="28"/>
        </w:rPr>
        <w:t xml:space="preserve">53 2 1035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Проведение мероприятий для детей и молодежи</w:t>
      </w:r>
      <w:r>
        <w:rPr>
          <w:rFonts w:ascii="Times New Roman" w:hAnsi="Times New Roman" w:cs="Times New Roman"/>
          <w:sz w:val="28"/>
          <w:szCs w:val="28"/>
        </w:rPr>
        <w:t>», виду расходов 200 в сумме 20 000,00 рублей,</w:t>
      </w:r>
    </w:p>
    <w:p w:rsidR="001F4F1C" w:rsidRDefault="001F4F1C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913 800 рублей</w:t>
      </w:r>
      <w:r w:rsidRPr="008D0A0F"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4F1C" w:rsidRDefault="001F4F1C" w:rsidP="00EC53D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EC53D7">
        <w:rPr>
          <w:rFonts w:ascii="Times New Roman" w:hAnsi="Times New Roman" w:cs="Times New Roman"/>
          <w:sz w:val="28"/>
          <w:szCs w:val="28"/>
        </w:rPr>
        <w:t xml:space="preserve">52 1 0059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72 000,00 рублей,</w:t>
      </w:r>
    </w:p>
    <w:p w:rsidR="001F4F1C" w:rsidRDefault="001F4F1C" w:rsidP="00EC53D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13 01 «</w:t>
      </w:r>
      <w:r w:rsidRPr="00EC53D7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EC53D7">
        <w:rPr>
          <w:rFonts w:ascii="Times New Roman" w:hAnsi="Times New Roman" w:cs="Times New Roman"/>
          <w:sz w:val="28"/>
          <w:szCs w:val="28"/>
        </w:rPr>
        <w:t xml:space="preserve">57 2 1009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Процентные платежи по муниципальному долгу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», виду расходов 700 в сумме 16 500,00 рублей.</w:t>
      </w:r>
    </w:p>
    <w:p w:rsidR="001F4F1C" w:rsidRDefault="001F4F1C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25406">
        <w:rPr>
          <w:rFonts w:ascii="Times New Roman" w:hAnsi="Times New Roman" w:cs="Times New Roman"/>
          <w:sz w:val="28"/>
          <w:szCs w:val="28"/>
        </w:rPr>
        <w:t xml:space="preserve">. Увеличить ассигнования в сумме </w:t>
      </w:r>
      <w:r>
        <w:rPr>
          <w:rFonts w:ascii="Times New Roman" w:hAnsi="Times New Roman" w:cs="Times New Roman"/>
          <w:sz w:val="28"/>
          <w:szCs w:val="28"/>
        </w:rPr>
        <w:t>1 208 800</w:t>
      </w:r>
      <w:r w:rsidRPr="0052540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25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F1C" w:rsidRDefault="001F4F1C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</w:t>
      </w:r>
      <w:r w:rsidRPr="000F5181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5181">
        <w:rPr>
          <w:rFonts w:ascii="Times New Roman" w:hAnsi="Times New Roman" w:cs="Times New Roman"/>
          <w:sz w:val="28"/>
          <w:szCs w:val="28"/>
        </w:rPr>
        <w:t xml:space="preserve"> раздела, подраздела </w:t>
      </w:r>
      <w:r w:rsidRPr="00525406">
        <w:rPr>
          <w:rFonts w:ascii="Times New Roman" w:hAnsi="Times New Roman" w:cs="Times New Roman"/>
          <w:sz w:val="28"/>
          <w:szCs w:val="28"/>
        </w:rPr>
        <w:t>05 02 «Коммунальное хозяйство»,  целевой статье   65 5 8018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сумме 913 800,00 рублей</w:t>
      </w:r>
    </w:p>
    <w:p w:rsidR="001F4F1C" w:rsidRPr="008F277A" w:rsidRDefault="001F4F1C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295 000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>на заработную плату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F1C" w:rsidRPr="00445A46" w:rsidRDefault="001F4F1C" w:rsidP="00385842">
      <w:pPr>
        <w:widowControl w:val="0"/>
        <w:tabs>
          <w:tab w:val="left" w:pos="-5103"/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Закрыть средства резервного фонда в сумме 5 000,00 рублей. Высвободившиеся ассигнования направить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295 000 рублей</w:t>
      </w:r>
      <w:r w:rsidRPr="008D0A0F">
        <w:rPr>
          <w:sz w:val="28"/>
          <w:szCs w:val="28"/>
        </w:rPr>
        <w:t xml:space="preserve"> </w:t>
      </w:r>
      <w:r w:rsidRPr="008F277A">
        <w:rPr>
          <w:rFonts w:ascii="Times New Roman" w:hAnsi="Times New Roman" w:cs="Times New Roman"/>
          <w:sz w:val="28"/>
          <w:szCs w:val="28"/>
        </w:rPr>
        <w:t>на заработную плату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4F1C" w:rsidRPr="0093387D" w:rsidRDefault="001F4F1C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4-7,9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1F4F1C" w:rsidRPr="00DD5EF6" w:rsidRDefault="001F4F1C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1F4F1C" w:rsidRDefault="001F4F1C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1F4F1C" w:rsidRDefault="001F4F1C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4F1C" w:rsidRPr="00DD5EF6" w:rsidRDefault="001F4F1C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4F1C" w:rsidRDefault="001F4F1C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Школьненского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Председатель Совета</w:t>
      </w:r>
    </w:p>
    <w:p w:rsidR="001F4F1C" w:rsidRPr="00DD5EF6" w:rsidRDefault="001F4F1C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Школьненского сельского поселения</w:t>
      </w:r>
    </w:p>
    <w:p w:rsidR="001F4F1C" w:rsidRDefault="001F4F1C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Белореченского района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Белореченского района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1F4F1C" w:rsidRDefault="001F4F1C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1F4F1C" w:rsidRDefault="001F4F1C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В.Н. Лантратов                                                 Н.В. Лавриненко</w:t>
      </w:r>
    </w:p>
    <w:p w:rsidR="001F4F1C" w:rsidRDefault="001F4F1C" w:rsidP="00E449F9">
      <w:pPr>
        <w:tabs>
          <w:tab w:val="left" w:pos="0"/>
          <w:tab w:val="left" w:pos="900"/>
        </w:tabs>
      </w:pPr>
    </w:p>
    <w:p w:rsidR="001F4F1C" w:rsidRDefault="001F4F1C" w:rsidP="00E449F9">
      <w:pPr>
        <w:tabs>
          <w:tab w:val="left" w:pos="0"/>
          <w:tab w:val="left" w:pos="900"/>
        </w:tabs>
      </w:pPr>
    </w:p>
    <w:p w:rsidR="001F4F1C" w:rsidRDefault="001F4F1C" w:rsidP="00E449F9">
      <w:pPr>
        <w:tabs>
          <w:tab w:val="left" w:pos="0"/>
          <w:tab w:val="left" w:pos="900"/>
        </w:tabs>
      </w:pPr>
    </w:p>
    <w:sectPr w:rsidR="001F4F1C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F1C" w:rsidRDefault="001F4F1C" w:rsidP="00B57B3B">
      <w:r>
        <w:separator/>
      </w:r>
    </w:p>
  </w:endnote>
  <w:endnote w:type="continuationSeparator" w:id="0">
    <w:p w:rsidR="001F4F1C" w:rsidRDefault="001F4F1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F1C" w:rsidRDefault="001F4F1C" w:rsidP="00B57B3B">
      <w:r>
        <w:separator/>
      </w:r>
    </w:p>
  </w:footnote>
  <w:footnote w:type="continuationSeparator" w:id="0">
    <w:p w:rsidR="001F4F1C" w:rsidRDefault="001F4F1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F1C" w:rsidRPr="003139BC" w:rsidRDefault="001F4F1C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1F4F1C" w:rsidRDefault="001F4F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D17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4F4F"/>
    <w:rsid w:val="000A63A2"/>
    <w:rsid w:val="000B0282"/>
    <w:rsid w:val="000B3397"/>
    <w:rsid w:val="000D1831"/>
    <w:rsid w:val="000D36C2"/>
    <w:rsid w:val="000D5EFA"/>
    <w:rsid w:val="000D65D9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1F4F1C"/>
    <w:rsid w:val="00203FD5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71227"/>
    <w:rsid w:val="00271558"/>
    <w:rsid w:val="002849D9"/>
    <w:rsid w:val="00284D12"/>
    <w:rsid w:val="00293E75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39BC"/>
    <w:rsid w:val="003153D4"/>
    <w:rsid w:val="00315D3B"/>
    <w:rsid w:val="00316749"/>
    <w:rsid w:val="00327591"/>
    <w:rsid w:val="00327DA8"/>
    <w:rsid w:val="003372C6"/>
    <w:rsid w:val="00345CF4"/>
    <w:rsid w:val="003542ED"/>
    <w:rsid w:val="00354EBD"/>
    <w:rsid w:val="0036355E"/>
    <w:rsid w:val="003637DC"/>
    <w:rsid w:val="00367577"/>
    <w:rsid w:val="00367F21"/>
    <w:rsid w:val="00371E03"/>
    <w:rsid w:val="00382920"/>
    <w:rsid w:val="00385842"/>
    <w:rsid w:val="00394308"/>
    <w:rsid w:val="00395B22"/>
    <w:rsid w:val="00397A9A"/>
    <w:rsid w:val="003A0C18"/>
    <w:rsid w:val="003A1637"/>
    <w:rsid w:val="003B3221"/>
    <w:rsid w:val="003B5708"/>
    <w:rsid w:val="003B6688"/>
    <w:rsid w:val="003B6C07"/>
    <w:rsid w:val="003B7053"/>
    <w:rsid w:val="003C645A"/>
    <w:rsid w:val="003D2152"/>
    <w:rsid w:val="003E4804"/>
    <w:rsid w:val="003F181F"/>
    <w:rsid w:val="00410F52"/>
    <w:rsid w:val="0041238D"/>
    <w:rsid w:val="0041759B"/>
    <w:rsid w:val="00420242"/>
    <w:rsid w:val="00427ACA"/>
    <w:rsid w:val="00434016"/>
    <w:rsid w:val="00444314"/>
    <w:rsid w:val="00445A46"/>
    <w:rsid w:val="0045431B"/>
    <w:rsid w:val="00457C32"/>
    <w:rsid w:val="004618F0"/>
    <w:rsid w:val="0046258A"/>
    <w:rsid w:val="004652CD"/>
    <w:rsid w:val="0046753D"/>
    <w:rsid w:val="004678AD"/>
    <w:rsid w:val="00477820"/>
    <w:rsid w:val="004846F0"/>
    <w:rsid w:val="00486674"/>
    <w:rsid w:val="004869BB"/>
    <w:rsid w:val="00493F6D"/>
    <w:rsid w:val="00494F5B"/>
    <w:rsid w:val="00497319"/>
    <w:rsid w:val="004A02B8"/>
    <w:rsid w:val="004A259A"/>
    <w:rsid w:val="004A7390"/>
    <w:rsid w:val="004B1AB3"/>
    <w:rsid w:val="004D2096"/>
    <w:rsid w:val="004D3AB9"/>
    <w:rsid w:val="004D5228"/>
    <w:rsid w:val="004D694C"/>
    <w:rsid w:val="004E7737"/>
    <w:rsid w:val="004F324E"/>
    <w:rsid w:val="004F39C5"/>
    <w:rsid w:val="004F777E"/>
    <w:rsid w:val="0050053D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3EBA"/>
    <w:rsid w:val="005573B4"/>
    <w:rsid w:val="0056026D"/>
    <w:rsid w:val="005671FD"/>
    <w:rsid w:val="005738FE"/>
    <w:rsid w:val="00574C69"/>
    <w:rsid w:val="0057516E"/>
    <w:rsid w:val="00580429"/>
    <w:rsid w:val="0059421D"/>
    <w:rsid w:val="0059734A"/>
    <w:rsid w:val="00597708"/>
    <w:rsid w:val="005A573F"/>
    <w:rsid w:val="005A6B36"/>
    <w:rsid w:val="005B02F1"/>
    <w:rsid w:val="005B1F7F"/>
    <w:rsid w:val="005B231E"/>
    <w:rsid w:val="005C34BC"/>
    <w:rsid w:val="005D6E64"/>
    <w:rsid w:val="005E2006"/>
    <w:rsid w:val="005E3BA4"/>
    <w:rsid w:val="005E7F55"/>
    <w:rsid w:val="005F0BC6"/>
    <w:rsid w:val="005F3F0F"/>
    <w:rsid w:val="00601627"/>
    <w:rsid w:val="00602FFA"/>
    <w:rsid w:val="006078D7"/>
    <w:rsid w:val="00613DA6"/>
    <w:rsid w:val="006142AF"/>
    <w:rsid w:val="00614C6B"/>
    <w:rsid w:val="00630DD8"/>
    <w:rsid w:val="00640540"/>
    <w:rsid w:val="00644C17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7224"/>
    <w:rsid w:val="00694304"/>
    <w:rsid w:val="006A182E"/>
    <w:rsid w:val="006A47E2"/>
    <w:rsid w:val="006B2EAF"/>
    <w:rsid w:val="006C1614"/>
    <w:rsid w:val="006D6DDE"/>
    <w:rsid w:val="006D7277"/>
    <w:rsid w:val="006E5DDE"/>
    <w:rsid w:val="006F5564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54DFD"/>
    <w:rsid w:val="00855869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47449"/>
    <w:rsid w:val="00952021"/>
    <w:rsid w:val="009531FE"/>
    <w:rsid w:val="00957CB9"/>
    <w:rsid w:val="00972EDB"/>
    <w:rsid w:val="0097602B"/>
    <w:rsid w:val="00987858"/>
    <w:rsid w:val="009959A2"/>
    <w:rsid w:val="009A223F"/>
    <w:rsid w:val="009A27D5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9F3ED0"/>
    <w:rsid w:val="00A044CF"/>
    <w:rsid w:val="00A14C04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A54CC"/>
    <w:rsid w:val="00AB4F14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27822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04DC"/>
    <w:rsid w:val="00BE4009"/>
    <w:rsid w:val="00BE528A"/>
    <w:rsid w:val="00BF35DC"/>
    <w:rsid w:val="00C0013F"/>
    <w:rsid w:val="00C02739"/>
    <w:rsid w:val="00C1275F"/>
    <w:rsid w:val="00C2670F"/>
    <w:rsid w:val="00C32E45"/>
    <w:rsid w:val="00C34742"/>
    <w:rsid w:val="00C351E8"/>
    <w:rsid w:val="00C35EE9"/>
    <w:rsid w:val="00C402FB"/>
    <w:rsid w:val="00C4123E"/>
    <w:rsid w:val="00C54A7C"/>
    <w:rsid w:val="00C57BBA"/>
    <w:rsid w:val="00C622E2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2119"/>
    <w:rsid w:val="00CC2F3B"/>
    <w:rsid w:val="00CC652E"/>
    <w:rsid w:val="00CD6630"/>
    <w:rsid w:val="00CD6CEB"/>
    <w:rsid w:val="00CE02C6"/>
    <w:rsid w:val="00CE688A"/>
    <w:rsid w:val="00CF35A0"/>
    <w:rsid w:val="00CF5602"/>
    <w:rsid w:val="00CF5ADC"/>
    <w:rsid w:val="00CF5DF3"/>
    <w:rsid w:val="00D04F89"/>
    <w:rsid w:val="00D35DB7"/>
    <w:rsid w:val="00D36B4C"/>
    <w:rsid w:val="00D36FFB"/>
    <w:rsid w:val="00D50E4C"/>
    <w:rsid w:val="00D564D9"/>
    <w:rsid w:val="00D57B1F"/>
    <w:rsid w:val="00D60356"/>
    <w:rsid w:val="00D61196"/>
    <w:rsid w:val="00D75AB7"/>
    <w:rsid w:val="00D75C69"/>
    <w:rsid w:val="00D76A25"/>
    <w:rsid w:val="00D775B8"/>
    <w:rsid w:val="00D77D2C"/>
    <w:rsid w:val="00D8186A"/>
    <w:rsid w:val="00D861F5"/>
    <w:rsid w:val="00D874A4"/>
    <w:rsid w:val="00D9336B"/>
    <w:rsid w:val="00D933A2"/>
    <w:rsid w:val="00D96D93"/>
    <w:rsid w:val="00D971DC"/>
    <w:rsid w:val="00DA0532"/>
    <w:rsid w:val="00DA6C47"/>
    <w:rsid w:val="00DB3363"/>
    <w:rsid w:val="00DB7F2B"/>
    <w:rsid w:val="00DC2EED"/>
    <w:rsid w:val="00DC3677"/>
    <w:rsid w:val="00DC67B8"/>
    <w:rsid w:val="00DC7B4C"/>
    <w:rsid w:val="00DD0B16"/>
    <w:rsid w:val="00DD5EF6"/>
    <w:rsid w:val="00DE2915"/>
    <w:rsid w:val="00DF61AC"/>
    <w:rsid w:val="00E00097"/>
    <w:rsid w:val="00E033F2"/>
    <w:rsid w:val="00E04B88"/>
    <w:rsid w:val="00E218DB"/>
    <w:rsid w:val="00E32359"/>
    <w:rsid w:val="00E33DD7"/>
    <w:rsid w:val="00E3589D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4EAD"/>
    <w:rsid w:val="00EC53D7"/>
    <w:rsid w:val="00ED4917"/>
    <w:rsid w:val="00EF127F"/>
    <w:rsid w:val="00EF190B"/>
    <w:rsid w:val="00EF5F68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712"/>
    <w:rsid w:val="00F47A9E"/>
    <w:rsid w:val="00F60ECA"/>
    <w:rsid w:val="00F658E0"/>
    <w:rsid w:val="00F718C8"/>
    <w:rsid w:val="00F728A4"/>
    <w:rsid w:val="00F73150"/>
    <w:rsid w:val="00F759CE"/>
    <w:rsid w:val="00F8327A"/>
    <w:rsid w:val="00F843BF"/>
    <w:rsid w:val="00F90BD5"/>
    <w:rsid w:val="00F91EB5"/>
    <w:rsid w:val="00F92F66"/>
    <w:rsid w:val="00FA4C15"/>
    <w:rsid w:val="00FB2285"/>
    <w:rsid w:val="00FB6818"/>
    <w:rsid w:val="00FC41DD"/>
    <w:rsid w:val="00FC5DE3"/>
    <w:rsid w:val="00FC74BB"/>
    <w:rsid w:val="00FC7B45"/>
    <w:rsid w:val="00FC7B93"/>
    <w:rsid w:val="00FC7BB3"/>
    <w:rsid w:val="00FD0AC5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86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815</TotalTime>
  <Pages>3</Pages>
  <Words>1277</Words>
  <Characters>7285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41</cp:revision>
  <cp:lastPrinted>2015-11-12T15:14:00Z</cp:lastPrinted>
  <dcterms:created xsi:type="dcterms:W3CDTF">2015-01-21T15:24:00Z</dcterms:created>
  <dcterms:modified xsi:type="dcterms:W3CDTF">2015-11-13T06:55:00Z</dcterms:modified>
</cp:coreProperties>
</file>