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001" w:rsidRPr="00FC4E04" w:rsidRDefault="00345001" w:rsidP="00395B2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-36pt;width:54pt;height:63.2pt;z-index:251658240">
            <v:imagedata r:id="rId7" o:title=""/>
          </v:shape>
        </w:pict>
      </w:r>
      <w:r w:rsidRPr="00FC4E0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5001" w:rsidRPr="006109D6" w:rsidRDefault="00345001" w:rsidP="006109D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5001" w:rsidRPr="00161E78" w:rsidRDefault="00345001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345001" w:rsidRPr="00161E78" w:rsidRDefault="00345001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45001" w:rsidRPr="00161E78" w:rsidRDefault="00345001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45001" w:rsidRPr="00161E78" w:rsidRDefault="00345001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5001" w:rsidRPr="00161E78" w:rsidRDefault="00345001" w:rsidP="006109D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18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45001" w:rsidRPr="00161E78" w:rsidRDefault="00345001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345001" w:rsidRDefault="00345001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45001" w:rsidRDefault="00345001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декабря 2015 года                                                                                        № 70</w:t>
      </w:r>
    </w:p>
    <w:p w:rsidR="00345001" w:rsidRPr="00161E78" w:rsidRDefault="00345001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45001" w:rsidRPr="00161E78" w:rsidRDefault="00345001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345001" w:rsidRDefault="00345001" w:rsidP="006109D6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468"/>
      </w:tblGrid>
      <w:tr w:rsidR="00345001" w:rsidRPr="009D58BB">
        <w:trPr>
          <w:trHeight w:val="1097"/>
        </w:trPr>
        <w:tc>
          <w:tcPr>
            <w:tcW w:w="9468" w:type="dxa"/>
          </w:tcPr>
          <w:p w:rsidR="00345001" w:rsidRPr="009D58BB" w:rsidRDefault="00345001" w:rsidP="006109D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</w:tc>
      </w:tr>
    </w:tbl>
    <w:p w:rsidR="00345001" w:rsidRDefault="00345001" w:rsidP="006109D6">
      <w:pPr>
        <w:pStyle w:val="BodyText"/>
        <w:tabs>
          <w:tab w:val="left" w:pos="540"/>
          <w:tab w:val="left" w:pos="84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345001" w:rsidRPr="00525406" w:rsidRDefault="00345001" w:rsidP="00525406">
      <w:pPr>
        <w:widowControl w:val="0"/>
        <w:numPr>
          <w:ilvl w:val="0"/>
          <w:numId w:val="3"/>
        </w:numPr>
        <w:shd w:val="clear" w:color="auto" w:fill="FFFFFF"/>
        <w:tabs>
          <w:tab w:val="clear" w:pos="2051"/>
        </w:tabs>
        <w:ind w:left="0" w:right="7" w:firstLine="851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52540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25406">
        <w:rPr>
          <w:rFonts w:ascii="Times New Roman" w:hAnsi="Times New Roman" w:cs="Times New Roman"/>
          <w:sz w:val="28"/>
          <w:szCs w:val="28"/>
        </w:rPr>
        <w:t xml:space="preserve"> декабря 2014 года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2540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2015 год» следующие изменения:</w:t>
      </w:r>
    </w:p>
    <w:p w:rsidR="00345001" w:rsidRDefault="00345001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DC367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DC3677">
        <w:rPr>
          <w:rFonts w:ascii="Times New Roman" w:hAnsi="Times New Roman" w:cs="Times New Roman"/>
          <w:sz w:val="28"/>
          <w:szCs w:val="28"/>
        </w:rPr>
        <w:t>ить годовые бюджетные назначения</w:t>
      </w:r>
      <w:r>
        <w:rPr>
          <w:rFonts w:ascii="Times New Roman" w:hAnsi="Times New Roman" w:cs="Times New Roman"/>
          <w:sz w:val="28"/>
          <w:szCs w:val="28"/>
        </w:rPr>
        <w:t xml:space="preserve"> по доходам </w:t>
      </w:r>
      <w:r w:rsidRPr="00DC3677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       119 000,00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345001" w:rsidRDefault="00345001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961A2">
        <w:rPr>
          <w:rFonts w:ascii="Times New Roman" w:hAnsi="Times New Roman" w:cs="Times New Roman"/>
          <w:sz w:val="28"/>
          <w:szCs w:val="28"/>
        </w:rPr>
        <w:t xml:space="preserve">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343676">
        <w:rPr>
          <w:rFonts w:ascii="Times New Roman" w:hAnsi="Times New Roman" w:cs="Times New Roman"/>
          <w:sz w:val="28"/>
          <w:szCs w:val="28"/>
        </w:rPr>
        <w:t xml:space="preserve"> </w:t>
      </w:r>
      <w:r w:rsidRPr="00C31DEB">
        <w:rPr>
          <w:rFonts w:ascii="Times New Roman" w:hAnsi="Times New Roman" w:cs="Times New Roman"/>
          <w:sz w:val="28"/>
          <w:szCs w:val="28"/>
        </w:rPr>
        <w:t>1 01 02000 01 0000 110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C31DEB"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9 000,00 рублей,</w:t>
      </w:r>
    </w:p>
    <w:p w:rsidR="00345001" w:rsidRPr="00312F27" w:rsidRDefault="00345001" w:rsidP="00312F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2F2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F06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1 06 06033 10 </w:t>
      </w:r>
      <w:r w:rsidRPr="00D748C8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емельный налог с организаций,  обладающих земельным участком,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расположенным в границах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110 000,00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5001" w:rsidRDefault="00345001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6416E">
        <w:rPr>
          <w:rFonts w:ascii="Times New Roman" w:hAnsi="Times New Roman" w:cs="Times New Roman"/>
          <w:sz w:val="28"/>
          <w:szCs w:val="28"/>
        </w:rPr>
        <w:t>.2.</w:t>
      </w:r>
      <w:r w:rsidRPr="00DC3677">
        <w:rPr>
          <w:rFonts w:ascii="Times New Roman" w:hAnsi="Times New Roman" w:cs="Times New Roman"/>
          <w:sz w:val="28"/>
          <w:szCs w:val="28"/>
        </w:rPr>
        <w:t xml:space="preserve">Увеличить годовые бюджетные назначения </w:t>
      </w:r>
      <w:r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Pr="00DC3677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 119 000,00 рублей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</w:t>
      </w:r>
      <w:r>
        <w:rPr>
          <w:rFonts w:ascii="Times New Roman" w:hAnsi="Times New Roman" w:cs="Times New Roman"/>
          <w:sz w:val="28"/>
          <w:szCs w:val="28"/>
        </w:rPr>
        <w:t xml:space="preserve">ов 1 06 06043 10 </w:t>
      </w:r>
      <w:r w:rsidRPr="00D748C8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емельный налог с физических лиц,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обладающих земельным участком,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расположенным в границах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119 000,00 рублей;</w:t>
      </w:r>
    </w:p>
    <w:p w:rsidR="00345001" w:rsidRPr="0093387D" w:rsidRDefault="00345001" w:rsidP="00044004">
      <w:pPr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 изложив его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345001" w:rsidRDefault="00345001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345001" w:rsidRDefault="00345001" w:rsidP="00DE1DE0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345001" w:rsidRDefault="00345001" w:rsidP="006109D6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5001" w:rsidRDefault="00345001" w:rsidP="00490716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                    Председатель совета </w:t>
      </w:r>
    </w:p>
    <w:p w:rsidR="00345001" w:rsidRDefault="00345001" w:rsidP="00490716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                                                          Школьненского сельского поселения</w:t>
      </w:r>
    </w:p>
    <w:p w:rsidR="00345001" w:rsidRDefault="00345001" w:rsidP="00490716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Белореченского района</w:t>
      </w:r>
    </w:p>
    <w:p w:rsidR="00345001" w:rsidRDefault="00345001" w:rsidP="00490716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5001" w:rsidRDefault="00345001" w:rsidP="00490716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В.Н. Лантратов                                                           Н.В. Лавриненко</w:t>
      </w:r>
    </w:p>
    <w:p w:rsidR="00345001" w:rsidRDefault="00345001" w:rsidP="00AC39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5001" w:rsidRDefault="00345001" w:rsidP="00490716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sectPr w:rsidR="00345001" w:rsidSect="00DE1DE0">
      <w:headerReference w:type="default" r:id="rId8"/>
      <w:pgSz w:w="11906" w:h="16838"/>
      <w:pgMar w:top="851" w:right="567" w:bottom="624" w:left="1259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001" w:rsidRDefault="00345001" w:rsidP="00B57B3B">
      <w:r>
        <w:separator/>
      </w:r>
    </w:p>
  </w:endnote>
  <w:endnote w:type="continuationSeparator" w:id="0">
    <w:p w:rsidR="00345001" w:rsidRDefault="0034500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001" w:rsidRDefault="00345001" w:rsidP="00B57B3B">
      <w:r>
        <w:separator/>
      </w:r>
    </w:p>
  </w:footnote>
  <w:footnote w:type="continuationSeparator" w:id="0">
    <w:p w:rsidR="00345001" w:rsidRDefault="0034500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01" w:rsidRPr="003139BC" w:rsidRDefault="00345001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345001" w:rsidRDefault="003450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F6E7953"/>
    <w:multiLevelType w:val="hybridMultilevel"/>
    <w:tmpl w:val="8AA68E88"/>
    <w:lvl w:ilvl="0" w:tplc="C91AA0D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4420"/>
    <w:rsid w:val="00015402"/>
    <w:rsid w:val="00015D17"/>
    <w:rsid w:val="00017DF0"/>
    <w:rsid w:val="000206AB"/>
    <w:rsid w:val="0002516C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BE8"/>
    <w:rsid w:val="000A4F4F"/>
    <w:rsid w:val="000A63A2"/>
    <w:rsid w:val="000B0282"/>
    <w:rsid w:val="000B3397"/>
    <w:rsid w:val="000D1831"/>
    <w:rsid w:val="000D36C2"/>
    <w:rsid w:val="000D5EFA"/>
    <w:rsid w:val="000D65D9"/>
    <w:rsid w:val="000F3576"/>
    <w:rsid w:val="000F5181"/>
    <w:rsid w:val="00111AC0"/>
    <w:rsid w:val="00112048"/>
    <w:rsid w:val="00113750"/>
    <w:rsid w:val="001177DA"/>
    <w:rsid w:val="00125128"/>
    <w:rsid w:val="00126D0D"/>
    <w:rsid w:val="00127418"/>
    <w:rsid w:val="001342D8"/>
    <w:rsid w:val="001410FA"/>
    <w:rsid w:val="0014349A"/>
    <w:rsid w:val="00147537"/>
    <w:rsid w:val="00156AB4"/>
    <w:rsid w:val="00161E78"/>
    <w:rsid w:val="00163844"/>
    <w:rsid w:val="0016416E"/>
    <w:rsid w:val="00164408"/>
    <w:rsid w:val="00166494"/>
    <w:rsid w:val="00167482"/>
    <w:rsid w:val="00167C70"/>
    <w:rsid w:val="00170F63"/>
    <w:rsid w:val="0017371D"/>
    <w:rsid w:val="00181EBA"/>
    <w:rsid w:val="0018377F"/>
    <w:rsid w:val="001857CD"/>
    <w:rsid w:val="001860AA"/>
    <w:rsid w:val="0019405F"/>
    <w:rsid w:val="00194CE4"/>
    <w:rsid w:val="001A2BB3"/>
    <w:rsid w:val="001A6510"/>
    <w:rsid w:val="001A7483"/>
    <w:rsid w:val="001B0E17"/>
    <w:rsid w:val="001B36AD"/>
    <w:rsid w:val="001B3F60"/>
    <w:rsid w:val="001B5762"/>
    <w:rsid w:val="001B595D"/>
    <w:rsid w:val="001B5B62"/>
    <w:rsid w:val="001C1103"/>
    <w:rsid w:val="001C150D"/>
    <w:rsid w:val="001D3FAB"/>
    <w:rsid w:val="001E1C9B"/>
    <w:rsid w:val="001F1A1C"/>
    <w:rsid w:val="00203FD5"/>
    <w:rsid w:val="00210A11"/>
    <w:rsid w:val="00221DB4"/>
    <w:rsid w:val="00225665"/>
    <w:rsid w:val="00233C0A"/>
    <w:rsid w:val="00235F46"/>
    <w:rsid w:val="0023657E"/>
    <w:rsid w:val="00237868"/>
    <w:rsid w:val="002449EE"/>
    <w:rsid w:val="002504D7"/>
    <w:rsid w:val="00253C20"/>
    <w:rsid w:val="00266C46"/>
    <w:rsid w:val="00270D36"/>
    <w:rsid w:val="00271227"/>
    <w:rsid w:val="00271558"/>
    <w:rsid w:val="0028308E"/>
    <w:rsid w:val="002849D9"/>
    <w:rsid w:val="00284D12"/>
    <w:rsid w:val="00293E75"/>
    <w:rsid w:val="002942FA"/>
    <w:rsid w:val="0029583D"/>
    <w:rsid w:val="002A2BBD"/>
    <w:rsid w:val="002B6B73"/>
    <w:rsid w:val="002C1167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166C"/>
    <w:rsid w:val="00312F27"/>
    <w:rsid w:val="003139BC"/>
    <w:rsid w:val="003153D4"/>
    <w:rsid w:val="00315D3B"/>
    <w:rsid w:val="00316749"/>
    <w:rsid w:val="00327591"/>
    <w:rsid w:val="00327DA8"/>
    <w:rsid w:val="003372C6"/>
    <w:rsid w:val="00343676"/>
    <w:rsid w:val="00345001"/>
    <w:rsid w:val="003465DB"/>
    <w:rsid w:val="003542ED"/>
    <w:rsid w:val="00354EBD"/>
    <w:rsid w:val="0036355E"/>
    <w:rsid w:val="003637DC"/>
    <w:rsid w:val="00367577"/>
    <w:rsid w:val="00367F21"/>
    <w:rsid w:val="00371E03"/>
    <w:rsid w:val="0038215B"/>
    <w:rsid w:val="00382920"/>
    <w:rsid w:val="00383FF3"/>
    <w:rsid w:val="00385842"/>
    <w:rsid w:val="00394308"/>
    <w:rsid w:val="00395B22"/>
    <w:rsid w:val="00397A9A"/>
    <w:rsid w:val="003A0C18"/>
    <w:rsid w:val="003A1637"/>
    <w:rsid w:val="003B5708"/>
    <w:rsid w:val="003B6688"/>
    <w:rsid w:val="003B6C07"/>
    <w:rsid w:val="003B7053"/>
    <w:rsid w:val="003C19E6"/>
    <w:rsid w:val="003C645A"/>
    <w:rsid w:val="003C648E"/>
    <w:rsid w:val="003D0E55"/>
    <w:rsid w:val="003D2152"/>
    <w:rsid w:val="003E4804"/>
    <w:rsid w:val="003F181F"/>
    <w:rsid w:val="00410F52"/>
    <w:rsid w:val="0041238D"/>
    <w:rsid w:val="00414B07"/>
    <w:rsid w:val="0041759B"/>
    <w:rsid w:val="00420242"/>
    <w:rsid w:val="00420BC9"/>
    <w:rsid w:val="00423EE1"/>
    <w:rsid w:val="00425BAA"/>
    <w:rsid w:val="00427ACA"/>
    <w:rsid w:val="00434016"/>
    <w:rsid w:val="00434262"/>
    <w:rsid w:val="00444314"/>
    <w:rsid w:val="00445A46"/>
    <w:rsid w:val="0045431B"/>
    <w:rsid w:val="004567E3"/>
    <w:rsid w:val="00457C32"/>
    <w:rsid w:val="004618F0"/>
    <w:rsid w:val="0046258A"/>
    <w:rsid w:val="004652CD"/>
    <w:rsid w:val="0046753D"/>
    <w:rsid w:val="004678AD"/>
    <w:rsid w:val="00477820"/>
    <w:rsid w:val="004835CA"/>
    <w:rsid w:val="004846F0"/>
    <w:rsid w:val="00486674"/>
    <w:rsid w:val="004869BB"/>
    <w:rsid w:val="00490716"/>
    <w:rsid w:val="00493F6D"/>
    <w:rsid w:val="00494F5B"/>
    <w:rsid w:val="00497319"/>
    <w:rsid w:val="004A02B8"/>
    <w:rsid w:val="004A259A"/>
    <w:rsid w:val="004A7390"/>
    <w:rsid w:val="004B16CF"/>
    <w:rsid w:val="004B1AB3"/>
    <w:rsid w:val="004B49FC"/>
    <w:rsid w:val="004D18E8"/>
    <w:rsid w:val="004D2096"/>
    <w:rsid w:val="004D2981"/>
    <w:rsid w:val="004D3AB9"/>
    <w:rsid w:val="004D5228"/>
    <w:rsid w:val="004D694C"/>
    <w:rsid w:val="004E627A"/>
    <w:rsid w:val="004E7737"/>
    <w:rsid w:val="004F324E"/>
    <w:rsid w:val="004F39C5"/>
    <w:rsid w:val="004F777E"/>
    <w:rsid w:val="0050053D"/>
    <w:rsid w:val="00504081"/>
    <w:rsid w:val="00505CF9"/>
    <w:rsid w:val="00507A5E"/>
    <w:rsid w:val="00513217"/>
    <w:rsid w:val="0052009A"/>
    <w:rsid w:val="00521F62"/>
    <w:rsid w:val="00525406"/>
    <w:rsid w:val="00530999"/>
    <w:rsid w:val="00532012"/>
    <w:rsid w:val="00535EDA"/>
    <w:rsid w:val="00541885"/>
    <w:rsid w:val="00551BA0"/>
    <w:rsid w:val="00553EBA"/>
    <w:rsid w:val="00556C77"/>
    <w:rsid w:val="005573B4"/>
    <w:rsid w:val="0056026D"/>
    <w:rsid w:val="005738FE"/>
    <w:rsid w:val="00574C69"/>
    <w:rsid w:val="0057516E"/>
    <w:rsid w:val="00580429"/>
    <w:rsid w:val="005918F4"/>
    <w:rsid w:val="0059421D"/>
    <w:rsid w:val="0059734A"/>
    <w:rsid w:val="00597708"/>
    <w:rsid w:val="005A53FD"/>
    <w:rsid w:val="005A573F"/>
    <w:rsid w:val="005A57CC"/>
    <w:rsid w:val="005A6B36"/>
    <w:rsid w:val="005B02F1"/>
    <w:rsid w:val="005B1F7F"/>
    <w:rsid w:val="005B231E"/>
    <w:rsid w:val="005C34BC"/>
    <w:rsid w:val="005D6E64"/>
    <w:rsid w:val="005E2006"/>
    <w:rsid w:val="005E3BA4"/>
    <w:rsid w:val="005E475E"/>
    <w:rsid w:val="005E7F55"/>
    <w:rsid w:val="005F0BC6"/>
    <w:rsid w:val="005F1688"/>
    <w:rsid w:val="005F3F0F"/>
    <w:rsid w:val="006000D9"/>
    <w:rsid w:val="00601627"/>
    <w:rsid w:val="00602FFA"/>
    <w:rsid w:val="006078D7"/>
    <w:rsid w:val="006109D6"/>
    <w:rsid w:val="00613DA6"/>
    <w:rsid w:val="006142AF"/>
    <w:rsid w:val="00614C6B"/>
    <w:rsid w:val="006172B2"/>
    <w:rsid w:val="00630DD8"/>
    <w:rsid w:val="00640540"/>
    <w:rsid w:val="00640592"/>
    <w:rsid w:val="00644C17"/>
    <w:rsid w:val="006471D0"/>
    <w:rsid w:val="00651526"/>
    <w:rsid w:val="00654C50"/>
    <w:rsid w:val="00656F80"/>
    <w:rsid w:val="006602EC"/>
    <w:rsid w:val="006623C0"/>
    <w:rsid w:val="00665986"/>
    <w:rsid w:val="00665A87"/>
    <w:rsid w:val="00666A4B"/>
    <w:rsid w:val="006719EC"/>
    <w:rsid w:val="00676CA9"/>
    <w:rsid w:val="00686582"/>
    <w:rsid w:val="00687224"/>
    <w:rsid w:val="00694304"/>
    <w:rsid w:val="006A182E"/>
    <w:rsid w:val="006A47E2"/>
    <w:rsid w:val="006B2EAF"/>
    <w:rsid w:val="006B475C"/>
    <w:rsid w:val="006C065A"/>
    <w:rsid w:val="006C1614"/>
    <w:rsid w:val="006D6DDE"/>
    <w:rsid w:val="006D7277"/>
    <w:rsid w:val="006E5DDE"/>
    <w:rsid w:val="006F3BD0"/>
    <w:rsid w:val="006F4EB8"/>
    <w:rsid w:val="006F5564"/>
    <w:rsid w:val="007005AD"/>
    <w:rsid w:val="007010A4"/>
    <w:rsid w:val="00701498"/>
    <w:rsid w:val="00701E65"/>
    <w:rsid w:val="007045D2"/>
    <w:rsid w:val="007048B9"/>
    <w:rsid w:val="007074FA"/>
    <w:rsid w:val="00723EB8"/>
    <w:rsid w:val="007413D2"/>
    <w:rsid w:val="007421D5"/>
    <w:rsid w:val="0074502A"/>
    <w:rsid w:val="00746BF8"/>
    <w:rsid w:val="007511E8"/>
    <w:rsid w:val="00755BDB"/>
    <w:rsid w:val="00756554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289E"/>
    <w:rsid w:val="007D4A9A"/>
    <w:rsid w:val="007D7F0B"/>
    <w:rsid w:val="007E6352"/>
    <w:rsid w:val="007F0F46"/>
    <w:rsid w:val="007F4955"/>
    <w:rsid w:val="007F70CA"/>
    <w:rsid w:val="007F76D3"/>
    <w:rsid w:val="007F7715"/>
    <w:rsid w:val="00802EDC"/>
    <w:rsid w:val="00804CA7"/>
    <w:rsid w:val="0080564A"/>
    <w:rsid w:val="00810BBD"/>
    <w:rsid w:val="00814BDA"/>
    <w:rsid w:val="008155FD"/>
    <w:rsid w:val="00815AC3"/>
    <w:rsid w:val="00816690"/>
    <w:rsid w:val="0082011E"/>
    <w:rsid w:val="008209EF"/>
    <w:rsid w:val="00821F12"/>
    <w:rsid w:val="0082327B"/>
    <w:rsid w:val="008265BF"/>
    <w:rsid w:val="00830C6E"/>
    <w:rsid w:val="00831316"/>
    <w:rsid w:val="008318BA"/>
    <w:rsid w:val="00832D54"/>
    <w:rsid w:val="00835B3F"/>
    <w:rsid w:val="0084153A"/>
    <w:rsid w:val="00843519"/>
    <w:rsid w:val="00845EA5"/>
    <w:rsid w:val="00854DFD"/>
    <w:rsid w:val="00855869"/>
    <w:rsid w:val="00856474"/>
    <w:rsid w:val="00862E02"/>
    <w:rsid w:val="00873896"/>
    <w:rsid w:val="00875421"/>
    <w:rsid w:val="00881148"/>
    <w:rsid w:val="00882A64"/>
    <w:rsid w:val="008864DC"/>
    <w:rsid w:val="00891B51"/>
    <w:rsid w:val="008961A2"/>
    <w:rsid w:val="00896DCC"/>
    <w:rsid w:val="00897E7A"/>
    <w:rsid w:val="008A0B89"/>
    <w:rsid w:val="008A1B2A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6EB1"/>
    <w:rsid w:val="008E12FA"/>
    <w:rsid w:val="008E305D"/>
    <w:rsid w:val="008E4C84"/>
    <w:rsid w:val="008F277A"/>
    <w:rsid w:val="008F5BAE"/>
    <w:rsid w:val="0090024F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36CFE"/>
    <w:rsid w:val="00941035"/>
    <w:rsid w:val="00942409"/>
    <w:rsid w:val="00944CCC"/>
    <w:rsid w:val="00947449"/>
    <w:rsid w:val="00952021"/>
    <w:rsid w:val="009531FE"/>
    <w:rsid w:val="00957CB9"/>
    <w:rsid w:val="00972EDB"/>
    <w:rsid w:val="0097602B"/>
    <w:rsid w:val="00987858"/>
    <w:rsid w:val="009959A2"/>
    <w:rsid w:val="009969E4"/>
    <w:rsid w:val="009A223F"/>
    <w:rsid w:val="009A27D5"/>
    <w:rsid w:val="009A3D1C"/>
    <w:rsid w:val="009A79F8"/>
    <w:rsid w:val="009B2E8D"/>
    <w:rsid w:val="009B461D"/>
    <w:rsid w:val="009B7052"/>
    <w:rsid w:val="009C061D"/>
    <w:rsid w:val="009C0FAC"/>
    <w:rsid w:val="009C3C44"/>
    <w:rsid w:val="009C4BB7"/>
    <w:rsid w:val="009C6A55"/>
    <w:rsid w:val="009D0793"/>
    <w:rsid w:val="009D0AB6"/>
    <w:rsid w:val="009D212E"/>
    <w:rsid w:val="009D4F55"/>
    <w:rsid w:val="009D58BB"/>
    <w:rsid w:val="009D5E71"/>
    <w:rsid w:val="009D6F55"/>
    <w:rsid w:val="009E2A17"/>
    <w:rsid w:val="009E41A5"/>
    <w:rsid w:val="009E6447"/>
    <w:rsid w:val="009E69D6"/>
    <w:rsid w:val="009E7861"/>
    <w:rsid w:val="009F28C1"/>
    <w:rsid w:val="009F30A2"/>
    <w:rsid w:val="00A044CF"/>
    <w:rsid w:val="00A14C04"/>
    <w:rsid w:val="00A166EC"/>
    <w:rsid w:val="00A224F0"/>
    <w:rsid w:val="00A33813"/>
    <w:rsid w:val="00A408B0"/>
    <w:rsid w:val="00A43AE1"/>
    <w:rsid w:val="00A518AB"/>
    <w:rsid w:val="00A60D9F"/>
    <w:rsid w:val="00A60FBD"/>
    <w:rsid w:val="00A65FE7"/>
    <w:rsid w:val="00A674A9"/>
    <w:rsid w:val="00A72975"/>
    <w:rsid w:val="00A72F25"/>
    <w:rsid w:val="00A927CD"/>
    <w:rsid w:val="00A969F6"/>
    <w:rsid w:val="00AA54CC"/>
    <w:rsid w:val="00AB175C"/>
    <w:rsid w:val="00AB4F14"/>
    <w:rsid w:val="00AC3947"/>
    <w:rsid w:val="00AC6231"/>
    <w:rsid w:val="00AD1D8E"/>
    <w:rsid w:val="00AD2405"/>
    <w:rsid w:val="00AD5AD8"/>
    <w:rsid w:val="00AD6D7B"/>
    <w:rsid w:val="00AE0B80"/>
    <w:rsid w:val="00AE1D76"/>
    <w:rsid w:val="00AE5C61"/>
    <w:rsid w:val="00AE7999"/>
    <w:rsid w:val="00AF07F8"/>
    <w:rsid w:val="00AF5037"/>
    <w:rsid w:val="00B028AD"/>
    <w:rsid w:val="00B03D3F"/>
    <w:rsid w:val="00B06201"/>
    <w:rsid w:val="00B13DE0"/>
    <w:rsid w:val="00B24F6F"/>
    <w:rsid w:val="00B314C6"/>
    <w:rsid w:val="00B3177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11A1"/>
    <w:rsid w:val="00B839C1"/>
    <w:rsid w:val="00B8734D"/>
    <w:rsid w:val="00B90D79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D45E2"/>
    <w:rsid w:val="00BD7A3F"/>
    <w:rsid w:val="00BE04DC"/>
    <w:rsid w:val="00BE4009"/>
    <w:rsid w:val="00BE528A"/>
    <w:rsid w:val="00BE69DE"/>
    <w:rsid w:val="00BF35DC"/>
    <w:rsid w:val="00C0013F"/>
    <w:rsid w:val="00C02739"/>
    <w:rsid w:val="00C0299F"/>
    <w:rsid w:val="00C1275F"/>
    <w:rsid w:val="00C17518"/>
    <w:rsid w:val="00C2670F"/>
    <w:rsid w:val="00C31DEB"/>
    <w:rsid w:val="00C32E45"/>
    <w:rsid w:val="00C34742"/>
    <w:rsid w:val="00C351E8"/>
    <w:rsid w:val="00C35EE9"/>
    <w:rsid w:val="00C402FB"/>
    <w:rsid w:val="00C4123E"/>
    <w:rsid w:val="00C45247"/>
    <w:rsid w:val="00C54A7C"/>
    <w:rsid w:val="00C57BBA"/>
    <w:rsid w:val="00C622E2"/>
    <w:rsid w:val="00C657C6"/>
    <w:rsid w:val="00C70AF5"/>
    <w:rsid w:val="00C7144F"/>
    <w:rsid w:val="00C83D91"/>
    <w:rsid w:val="00C9011F"/>
    <w:rsid w:val="00C96B0F"/>
    <w:rsid w:val="00CA3691"/>
    <w:rsid w:val="00CA555A"/>
    <w:rsid w:val="00CB0377"/>
    <w:rsid w:val="00CB06B6"/>
    <w:rsid w:val="00CB33DF"/>
    <w:rsid w:val="00CC1BB1"/>
    <w:rsid w:val="00CC2119"/>
    <w:rsid w:val="00CC2F3B"/>
    <w:rsid w:val="00CC652E"/>
    <w:rsid w:val="00CD6630"/>
    <w:rsid w:val="00CD6CEB"/>
    <w:rsid w:val="00CE02C6"/>
    <w:rsid w:val="00CE37C5"/>
    <w:rsid w:val="00CE688A"/>
    <w:rsid w:val="00CF35A0"/>
    <w:rsid w:val="00CF5602"/>
    <w:rsid w:val="00CF5DF3"/>
    <w:rsid w:val="00D04F89"/>
    <w:rsid w:val="00D273C3"/>
    <w:rsid w:val="00D35DB7"/>
    <w:rsid w:val="00D36B4C"/>
    <w:rsid w:val="00D36FFB"/>
    <w:rsid w:val="00D453D7"/>
    <w:rsid w:val="00D50E4C"/>
    <w:rsid w:val="00D564D9"/>
    <w:rsid w:val="00D57B1F"/>
    <w:rsid w:val="00D60356"/>
    <w:rsid w:val="00D61196"/>
    <w:rsid w:val="00D748C8"/>
    <w:rsid w:val="00D75AB7"/>
    <w:rsid w:val="00D75C69"/>
    <w:rsid w:val="00D76A25"/>
    <w:rsid w:val="00D775B8"/>
    <w:rsid w:val="00D77D2C"/>
    <w:rsid w:val="00D77E33"/>
    <w:rsid w:val="00D8186A"/>
    <w:rsid w:val="00D861F5"/>
    <w:rsid w:val="00D874A4"/>
    <w:rsid w:val="00D9336B"/>
    <w:rsid w:val="00D933A2"/>
    <w:rsid w:val="00D96D93"/>
    <w:rsid w:val="00D971DC"/>
    <w:rsid w:val="00DA0532"/>
    <w:rsid w:val="00DA529D"/>
    <w:rsid w:val="00DA6C47"/>
    <w:rsid w:val="00DB3363"/>
    <w:rsid w:val="00DB7F2B"/>
    <w:rsid w:val="00DC2EED"/>
    <w:rsid w:val="00DC3677"/>
    <w:rsid w:val="00DC5062"/>
    <w:rsid w:val="00DC67B8"/>
    <w:rsid w:val="00DC7B4C"/>
    <w:rsid w:val="00DD0B16"/>
    <w:rsid w:val="00DD5EF6"/>
    <w:rsid w:val="00DE1DE0"/>
    <w:rsid w:val="00DE2915"/>
    <w:rsid w:val="00DE4364"/>
    <w:rsid w:val="00DF61AC"/>
    <w:rsid w:val="00E00097"/>
    <w:rsid w:val="00E033F2"/>
    <w:rsid w:val="00E04B88"/>
    <w:rsid w:val="00E218DB"/>
    <w:rsid w:val="00E32359"/>
    <w:rsid w:val="00E32C74"/>
    <w:rsid w:val="00E33DD7"/>
    <w:rsid w:val="00E34199"/>
    <w:rsid w:val="00E3589D"/>
    <w:rsid w:val="00E3632C"/>
    <w:rsid w:val="00E4290A"/>
    <w:rsid w:val="00E43032"/>
    <w:rsid w:val="00E449F9"/>
    <w:rsid w:val="00E5128B"/>
    <w:rsid w:val="00E5217E"/>
    <w:rsid w:val="00E578E9"/>
    <w:rsid w:val="00E617FC"/>
    <w:rsid w:val="00E6529E"/>
    <w:rsid w:val="00E66445"/>
    <w:rsid w:val="00E66B79"/>
    <w:rsid w:val="00E66CCA"/>
    <w:rsid w:val="00E745C5"/>
    <w:rsid w:val="00E80452"/>
    <w:rsid w:val="00E8049E"/>
    <w:rsid w:val="00E83099"/>
    <w:rsid w:val="00E920CF"/>
    <w:rsid w:val="00E94647"/>
    <w:rsid w:val="00EA598F"/>
    <w:rsid w:val="00EB3D68"/>
    <w:rsid w:val="00EC0C26"/>
    <w:rsid w:val="00EC0FF3"/>
    <w:rsid w:val="00EC161C"/>
    <w:rsid w:val="00EC4EAD"/>
    <w:rsid w:val="00EC53D7"/>
    <w:rsid w:val="00ED4917"/>
    <w:rsid w:val="00ED777F"/>
    <w:rsid w:val="00EE1845"/>
    <w:rsid w:val="00EF127F"/>
    <w:rsid w:val="00EF190B"/>
    <w:rsid w:val="00EF4EA8"/>
    <w:rsid w:val="00EF5F68"/>
    <w:rsid w:val="00EF6E35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6A98"/>
    <w:rsid w:val="00F36BF8"/>
    <w:rsid w:val="00F406C3"/>
    <w:rsid w:val="00F4292D"/>
    <w:rsid w:val="00F468B9"/>
    <w:rsid w:val="00F47712"/>
    <w:rsid w:val="00F47A9E"/>
    <w:rsid w:val="00F60ECA"/>
    <w:rsid w:val="00F658E0"/>
    <w:rsid w:val="00F718C8"/>
    <w:rsid w:val="00F728A4"/>
    <w:rsid w:val="00F73150"/>
    <w:rsid w:val="00F759CE"/>
    <w:rsid w:val="00F82265"/>
    <w:rsid w:val="00F8327A"/>
    <w:rsid w:val="00F843BF"/>
    <w:rsid w:val="00F90BD5"/>
    <w:rsid w:val="00F91EB5"/>
    <w:rsid w:val="00F92F66"/>
    <w:rsid w:val="00FA4C15"/>
    <w:rsid w:val="00FB2285"/>
    <w:rsid w:val="00FB6818"/>
    <w:rsid w:val="00FB6A94"/>
    <w:rsid w:val="00FC41DD"/>
    <w:rsid w:val="00FC4E04"/>
    <w:rsid w:val="00FC5DE3"/>
    <w:rsid w:val="00FC74BB"/>
    <w:rsid w:val="00FC7B45"/>
    <w:rsid w:val="00FC7BB3"/>
    <w:rsid w:val="00FD0AC5"/>
    <w:rsid w:val="00FD0EEE"/>
    <w:rsid w:val="00FD62E9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12512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0">
    <w:name w:val="Знак1"/>
    <w:basedOn w:val="Normal"/>
    <w:uiPriority w:val="99"/>
    <w:rsid w:val="00420BC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74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1160</TotalTime>
  <Pages>2</Pages>
  <Words>751</Words>
  <Characters>4285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63</cp:revision>
  <cp:lastPrinted>2016-01-20T05:05:00Z</cp:lastPrinted>
  <dcterms:created xsi:type="dcterms:W3CDTF">2015-01-21T15:24:00Z</dcterms:created>
  <dcterms:modified xsi:type="dcterms:W3CDTF">2016-01-21T05:45:00Z</dcterms:modified>
</cp:coreProperties>
</file>